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8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74"/>
        <w:gridCol w:w="5114"/>
        <w:gridCol w:w="1160"/>
        <w:gridCol w:w="9"/>
        <w:gridCol w:w="4522"/>
        <w:gridCol w:w="1311"/>
        <w:gridCol w:w="1413"/>
      </w:tblGrid>
      <w:tr w:rsidR="00125C10" w:rsidRPr="00A076BF" w:rsidTr="00761E63"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25C10" w:rsidRDefault="00125C10" w:rsidP="00421ED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Приложение 1</w:t>
            </w:r>
          </w:p>
          <w:p w:rsidR="00125C10" w:rsidRPr="005B19D3" w:rsidRDefault="00125C10" w:rsidP="00421ED4">
            <w:pPr>
              <w:jc w:val="center"/>
              <w:rPr>
                <w:b/>
                <w:lang w:val="en-US"/>
              </w:rPr>
            </w:pPr>
          </w:p>
        </w:tc>
      </w:tr>
      <w:tr w:rsidR="00125C10" w:rsidRPr="00A076BF" w:rsidTr="00761E63">
        <w:tc>
          <w:tcPr>
            <w:tcW w:w="5000" w:type="pct"/>
            <w:gridSpan w:val="7"/>
            <w:tcBorders>
              <w:top w:val="nil"/>
              <w:left w:val="nil"/>
              <w:right w:val="nil"/>
            </w:tcBorders>
          </w:tcPr>
          <w:p w:rsidR="00125C10" w:rsidRPr="00106AF2" w:rsidRDefault="00125C10" w:rsidP="00421ED4">
            <w:pPr>
              <w:jc w:val="center"/>
              <w:rPr>
                <w:b/>
              </w:rPr>
            </w:pPr>
            <w:r>
              <w:rPr>
                <w:b/>
              </w:rPr>
              <w:t>Календарно-тематический план.</w:t>
            </w:r>
            <w:r w:rsidRPr="005B19D3">
              <w:rPr>
                <w:b/>
              </w:rPr>
              <w:t xml:space="preserve"> </w:t>
            </w:r>
            <w:r>
              <w:rPr>
                <w:b/>
              </w:rPr>
              <w:t>10</w:t>
            </w:r>
            <w:r w:rsidRPr="00106AF2">
              <w:rPr>
                <w:b/>
              </w:rPr>
              <w:t xml:space="preserve"> класс</w:t>
            </w:r>
            <w:r>
              <w:rPr>
                <w:b/>
              </w:rPr>
              <w:t>.</w:t>
            </w:r>
          </w:p>
          <w:p w:rsidR="00125C10" w:rsidRDefault="00125C10" w:rsidP="00421ED4">
            <w:pPr>
              <w:jc w:val="center"/>
            </w:pPr>
          </w:p>
        </w:tc>
      </w:tr>
      <w:tr w:rsidR="00125C10" w:rsidRPr="00057CC0" w:rsidTr="00711506">
        <w:tc>
          <w:tcPr>
            <w:tcW w:w="336" w:type="pct"/>
            <w:vMerge w:val="restart"/>
            <w:vAlign w:val="center"/>
          </w:tcPr>
          <w:p w:rsidR="00125C10" w:rsidRPr="009D71A2" w:rsidRDefault="00125C10" w:rsidP="00711506">
            <w:r w:rsidRPr="009D71A2">
              <w:t>№ урока</w:t>
            </w:r>
          </w:p>
        </w:tc>
        <w:tc>
          <w:tcPr>
            <w:tcW w:w="1763" w:type="pct"/>
            <w:vMerge w:val="restart"/>
            <w:vAlign w:val="center"/>
          </w:tcPr>
          <w:p w:rsidR="00125C10" w:rsidRPr="009D71A2" w:rsidRDefault="00125C10" w:rsidP="00711506">
            <w:r w:rsidRPr="009D71A2">
              <w:t>Тема</w:t>
            </w:r>
          </w:p>
          <w:p w:rsidR="00125C10" w:rsidRPr="009D71A2" w:rsidRDefault="00125C10" w:rsidP="00711506">
            <w:r w:rsidRPr="009D71A2">
              <w:t xml:space="preserve"> урока</w:t>
            </w:r>
          </w:p>
        </w:tc>
        <w:tc>
          <w:tcPr>
            <w:tcW w:w="403" w:type="pct"/>
            <w:gridSpan w:val="2"/>
            <w:vMerge w:val="restart"/>
            <w:vAlign w:val="center"/>
          </w:tcPr>
          <w:p w:rsidR="00125C10" w:rsidRPr="009D71A2" w:rsidRDefault="00125C10" w:rsidP="00711506">
            <w:r w:rsidRPr="009D71A2">
              <w:t>Количество часов</w:t>
            </w:r>
          </w:p>
        </w:tc>
        <w:tc>
          <w:tcPr>
            <w:tcW w:w="1559" w:type="pct"/>
            <w:vMerge w:val="restart"/>
            <w:vAlign w:val="center"/>
          </w:tcPr>
          <w:p w:rsidR="00125C10" w:rsidRPr="009D71A2" w:rsidRDefault="00125C10" w:rsidP="00711506">
            <w:r w:rsidRPr="009D71A2">
              <w:t>Планируемый</w:t>
            </w:r>
          </w:p>
          <w:p w:rsidR="00125C10" w:rsidRPr="009D71A2" w:rsidRDefault="00125C10" w:rsidP="00711506">
            <w:r w:rsidRPr="009D71A2">
              <w:t xml:space="preserve"> результат</w:t>
            </w:r>
          </w:p>
        </w:tc>
        <w:tc>
          <w:tcPr>
            <w:tcW w:w="939" w:type="pct"/>
            <w:gridSpan w:val="2"/>
            <w:vAlign w:val="center"/>
          </w:tcPr>
          <w:p w:rsidR="00125C10" w:rsidRPr="00A30420" w:rsidRDefault="00125C10" w:rsidP="00711506">
            <w:r>
              <w:t>Дата проведения</w:t>
            </w:r>
          </w:p>
        </w:tc>
      </w:tr>
      <w:tr w:rsidR="00125C10" w:rsidRPr="00057CC0" w:rsidTr="00711506">
        <w:tc>
          <w:tcPr>
            <w:tcW w:w="336" w:type="pct"/>
            <w:vMerge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1763" w:type="pct"/>
            <w:vMerge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403" w:type="pct"/>
            <w:gridSpan w:val="2"/>
            <w:vMerge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1559" w:type="pct"/>
            <w:vMerge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125C10" w:rsidRPr="00A30420" w:rsidRDefault="00125C10" w:rsidP="00711506">
            <w:r>
              <w:t>по плану</w:t>
            </w:r>
          </w:p>
        </w:tc>
        <w:tc>
          <w:tcPr>
            <w:tcW w:w="487" w:type="pct"/>
            <w:vAlign w:val="center"/>
          </w:tcPr>
          <w:p w:rsidR="00125C10" w:rsidRPr="00A30420" w:rsidRDefault="00125C10" w:rsidP="00711506">
            <w:r>
              <w:t>Фактичес ки</w:t>
            </w:r>
          </w:p>
        </w:tc>
      </w:tr>
      <w:tr w:rsidR="00125C10" w:rsidRPr="00057CC0" w:rsidTr="00711506">
        <w:tc>
          <w:tcPr>
            <w:tcW w:w="336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1763" w:type="pct"/>
            <w:vAlign w:val="center"/>
          </w:tcPr>
          <w:p w:rsidR="00125C10" w:rsidRPr="00EC5AEE" w:rsidRDefault="00125C10" w:rsidP="00711506">
            <w:pPr>
              <w:tabs>
                <w:tab w:val="left" w:pos="1258"/>
              </w:tabs>
              <w:rPr>
                <w:b/>
              </w:rPr>
            </w:pPr>
            <w:r w:rsidRPr="00EC5AEE">
              <w:rPr>
                <w:b/>
              </w:rPr>
              <w:t>Повторение тем курса алгебры 9 класса</w:t>
            </w:r>
          </w:p>
        </w:tc>
        <w:tc>
          <w:tcPr>
            <w:tcW w:w="403" w:type="pct"/>
            <w:gridSpan w:val="2"/>
            <w:vAlign w:val="center"/>
          </w:tcPr>
          <w:p w:rsidR="00125C10" w:rsidRPr="00EC5AEE" w:rsidRDefault="00125C10" w:rsidP="00711506">
            <w:pPr>
              <w:tabs>
                <w:tab w:val="left" w:pos="1258"/>
              </w:tabs>
              <w:rPr>
                <w:b/>
              </w:rPr>
            </w:pPr>
            <w:r w:rsidRPr="00EC5AEE">
              <w:rPr>
                <w:b/>
              </w:rPr>
              <w:t>11</w:t>
            </w:r>
          </w:p>
        </w:tc>
        <w:tc>
          <w:tcPr>
            <w:tcW w:w="1559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</w:p>
        </w:tc>
        <w:tc>
          <w:tcPr>
            <w:tcW w:w="452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</w:tr>
      <w:tr w:rsidR="00125C10" w:rsidRPr="00B845B6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 w:rsidRPr="009D71A2">
              <w:t>1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Функции. Область определения и множество значений. Построение графиков функций, заданных разными способами.</w:t>
            </w:r>
          </w:p>
        </w:tc>
        <w:tc>
          <w:tcPr>
            <w:tcW w:w="403" w:type="pct"/>
            <w:gridSpan w:val="2"/>
            <w:vAlign w:val="center"/>
          </w:tcPr>
          <w:p w:rsidR="00125C10" w:rsidRPr="004749E8" w:rsidRDefault="00125C10" w:rsidP="00711506">
            <w:r>
              <w:t>1</w:t>
            </w:r>
          </w:p>
        </w:tc>
        <w:tc>
          <w:tcPr>
            <w:tcW w:w="1559" w:type="pct"/>
            <w:vAlign w:val="center"/>
          </w:tcPr>
          <w:p w:rsidR="00125C10" w:rsidRDefault="00125C10" w:rsidP="00711506">
            <w:r>
              <w:t>Знать</w:t>
            </w:r>
            <w:r w:rsidRPr="009D71A2">
              <w:t xml:space="preserve"> понятие функции</w:t>
            </w:r>
            <w:r>
              <w:t>, виды функций.</w:t>
            </w:r>
          </w:p>
          <w:p w:rsidR="00125C10" w:rsidRPr="009D71A2" w:rsidRDefault="00125C10" w:rsidP="00711506">
            <w:r>
              <w:t xml:space="preserve">Уметь </w:t>
            </w:r>
            <w:r w:rsidRPr="0079203F">
              <w:t xml:space="preserve">находить </w:t>
            </w:r>
            <w:r>
              <w:t>о</w:t>
            </w:r>
            <w:r w:rsidRPr="0079203F">
              <w:t>бласть определения и множество значений</w:t>
            </w:r>
            <w:r>
              <w:t>, строить графики.</w:t>
            </w:r>
          </w:p>
        </w:tc>
        <w:tc>
          <w:tcPr>
            <w:tcW w:w="452" w:type="pct"/>
            <w:vAlign w:val="center"/>
          </w:tcPr>
          <w:p w:rsidR="00125C10" w:rsidRPr="00B845B6" w:rsidRDefault="00125C10" w:rsidP="00711506"/>
        </w:tc>
        <w:tc>
          <w:tcPr>
            <w:tcW w:w="487" w:type="pct"/>
            <w:vAlign w:val="center"/>
          </w:tcPr>
          <w:p w:rsidR="00125C10" w:rsidRPr="00B845B6" w:rsidRDefault="00125C10" w:rsidP="00711506"/>
        </w:tc>
      </w:tr>
      <w:tr w:rsidR="00125C10" w:rsidRPr="00BD0551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 w:rsidRPr="009D71A2">
              <w:t>2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Квадратичная функция</w:t>
            </w:r>
          </w:p>
        </w:tc>
        <w:tc>
          <w:tcPr>
            <w:tcW w:w="403" w:type="pct"/>
            <w:gridSpan w:val="2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59" w:type="pct"/>
            <w:vAlign w:val="center"/>
          </w:tcPr>
          <w:p w:rsidR="00125C10" w:rsidRPr="0097009B" w:rsidRDefault="00125C10" w:rsidP="00711506">
            <w:r w:rsidRPr="0097009B">
              <w:t>Знать понятие квадратного трехчлена.</w:t>
            </w:r>
          </w:p>
          <w:p w:rsidR="00125C10" w:rsidRPr="0097009B" w:rsidRDefault="00125C10" w:rsidP="00711506">
            <w:r w:rsidRPr="0097009B">
              <w:t>Уметь строить график квадратичной функции</w:t>
            </w:r>
          </w:p>
        </w:tc>
        <w:tc>
          <w:tcPr>
            <w:tcW w:w="452" w:type="pct"/>
            <w:vAlign w:val="center"/>
          </w:tcPr>
          <w:p w:rsidR="00125C10" w:rsidRPr="00BD0551" w:rsidRDefault="00125C10" w:rsidP="00711506"/>
        </w:tc>
        <w:tc>
          <w:tcPr>
            <w:tcW w:w="487" w:type="pct"/>
            <w:vAlign w:val="center"/>
          </w:tcPr>
          <w:p w:rsidR="00125C10" w:rsidRPr="00BD0551" w:rsidRDefault="00125C10" w:rsidP="00711506"/>
        </w:tc>
      </w:tr>
      <w:tr w:rsidR="00125C10" w:rsidRPr="00BD0551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 w:rsidRPr="009D71A2">
              <w:t>3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Уравнения с одной переменной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уравнения с одной переменной.</w:t>
            </w:r>
          </w:p>
          <w:p w:rsidR="00125C10" w:rsidRPr="0097009B" w:rsidRDefault="00125C10" w:rsidP="00711506">
            <w:r w:rsidRPr="0097009B">
              <w:t>Уметь решать линейные и квадратные уравнения</w:t>
            </w:r>
          </w:p>
        </w:tc>
        <w:tc>
          <w:tcPr>
            <w:tcW w:w="452" w:type="pct"/>
            <w:vAlign w:val="center"/>
          </w:tcPr>
          <w:p w:rsidR="00125C10" w:rsidRPr="00BD0551" w:rsidRDefault="00125C10" w:rsidP="00711506"/>
        </w:tc>
        <w:tc>
          <w:tcPr>
            <w:tcW w:w="487" w:type="pct"/>
            <w:vAlign w:val="center"/>
          </w:tcPr>
          <w:p w:rsidR="00125C10" w:rsidRPr="00BD0551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>
              <w:t>4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Неравенства с одной переменной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Уметь решать </w:t>
            </w:r>
            <w:r w:rsidRPr="009D71A2">
              <w:t>неравенств</w:t>
            </w:r>
            <w:r>
              <w:t>а первой и второй степени</w:t>
            </w:r>
            <w:r w:rsidRPr="009D71A2"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BD0551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>
              <w:t>5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Уравнения с двумя переменными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решать уравнения</w:t>
            </w:r>
            <w:r w:rsidRPr="009D71A2">
              <w:t xml:space="preserve">  с двумя переменными</w:t>
            </w:r>
          </w:p>
        </w:tc>
        <w:tc>
          <w:tcPr>
            <w:tcW w:w="452" w:type="pct"/>
            <w:vAlign w:val="center"/>
          </w:tcPr>
          <w:p w:rsidR="00125C10" w:rsidRPr="00BD0551" w:rsidRDefault="00125C10" w:rsidP="00711506"/>
        </w:tc>
        <w:tc>
          <w:tcPr>
            <w:tcW w:w="487" w:type="pct"/>
            <w:vAlign w:val="center"/>
          </w:tcPr>
          <w:p w:rsidR="00125C10" w:rsidRPr="00BD0551" w:rsidRDefault="00125C10" w:rsidP="00711506"/>
        </w:tc>
      </w:tr>
      <w:tr w:rsidR="00125C10" w:rsidRPr="00BD0551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>
              <w:t>6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Неравенства с двумя переменными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решать неравенства</w:t>
            </w:r>
            <w:r w:rsidRPr="009D71A2">
              <w:t xml:space="preserve"> с двумя переменными</w:t>
            </w:r>
          </w:p>
        </w:tc>
        <w:tc>
          <w:tcPr>
            <w:tcW w:w="452" w:type="pct"/>
            <w:vAlign w:val="center"/>
          </w:tcPr>
          <w:p w:rsidR="00125C10" w:rsidRPr="00BD0551" w:rsidRDefault="00125C10" w:rsidP="00711506"/>
        </w:tc>
        <w:tc>
          <w:tcPr>
            <w:tcW w:w="487" w:type="pct"/>
            <w:vAlign w:val="center"/>
          </w:tcPr>
          <w:p w:rsidR="00125C10" w:rsidRPr="00BD0551" w:rsidRDefault="00125C10" w:rsidP="00711506"/>
        </w:tc>
      </w:tr>
      <w:tr w:rsidR="00125C10" w:rsidRPr="00CD29F0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  <w:r w:rsidRPr="009D71A2">
              <w:t>Арифметическая прогрессия</w:t>
            </w:r>
          </w:p>
        </w:tc>
        <w:tc>
          <w:tcPr>
            <w:tcW w:w="400" w:type="pct"/>
            <w:vAlign w:val="center"/>
          </w:tcPr>
          <w:p w:rsidR="00125C10" w:rsidRPr="004749E8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основные формулы:</w:t>
            </w:r>
            <w:r w:rsidRPr="009D71A2">
              <w:t xml:space="preserve"> </w:t>
            </w:r>
            <w:r w:rsidRPr="00057CC0">
              <w:rPr>
                <w:lang w:val="en-US"/>
              </w:rPr>
              <w:t>n</w:t>
            </w:r>
            <w:r w:rsidRPr="009D71A2">
              <w:t xml:space="preserve">-го члена и суммы </w:t>
            </w:r>
            <w:r w:rsidRPr="00057CC0">
              <w:rPr>
                <w:lang w:val="en-US"/>
              </w:rPr>
              <w:t>n</w:t>
            </w:r>
            <w:r w:rsidRPr="009D71A2">
              <w:t xml:space="preserve"> первых членов арифмет</w:t>
            </w:r>
            <w:r>
              <w:t xml:space="preserve">ической </w:t>
            </w:r>
            <w:r w:rsidRPr="009D71A2">
              <w:t>прогресси</w:t>
            </w:r>
            <w:r>
              <w:t>и</w:t>
            </w:r>
          </w:p>
        </w:tc>
        <w:tc>
          <w:tcPr>
            <w:tcW w:w="452" w:type="pct"/>
            <w:vAlign w:val="center"/>
          </w:tcPr>
          <w:p w:rsidR="00125C10" w:rsidRPr="00CD29F0" w:rsidRDefault="00125C10" w:rsidP="00711506"/>
        </w:tc>
        <w:tc>
          <w:tcPr>
            <w:tcW w:w="487" w:type="pct"/>
            <w:vAlign w:val="center"/>
          </w:tcPr>
          <w:p w:rsidR="00125C10" w:rsidRPr="00CD29F0" w:rsidRDefault="00125C10" w:rsidP="00711506"/>
        </w:tc>
      </w:tr>
      <w:tr w:rsidR="00125C10" w:rsidRPr="00053B60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  <w:r w:rsidRPr="009D71A2">
              <w:t xml:space="preserve"> Геометрическая прогрессия</w:t>
            </w:r>
          </w:p>
        </w:tc>
        <w:tc>
          <w:tcPr>
            <w:tcW w:w="400" w:type="pct"/>
            <w:vAlign w:val="center"/>
          </w:tcPr>
          <w:p w:rsidR="00125C10" w:rsidRPr="004749E8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053B60" w:rsidRDefault="00125C10" w:rsidP="00711506">
            <w:r>
              <w:t>Знать основные формулы:</w:t>
            </w:r>
            <w:r w:rsidRPr="009D71A2">
              <w:t xml:space="preserve"> </w:t>
            </w:r>
            <w:r w:rsidRPr="00057CC0">
              <w:rPr>
                <w:lang w:val="en-US"/>
              </w:rPr>
              <w:t>n</w:t>
            </w:r>
            <w:r w:rsidRPr="009D71A2">
              <w:t xml:space="preserve">-го члена и суммы </w:t>
            </w:r>
            <w:r w:rsidRPr="00057CC0">
              <w:rPr>
                <w:lang w:val="en-US"/>
              </w:rPr>
              <w:t>n</w:t>
            </w:r>
            <w:r>
              <w:t xml:space="preserve"> первых членов геометрической прогрессии, формулы суммы бесконечной геометрической </w:t>
            </w:r>
            <w:r w:rsidRPr="009D71A2">
              <w:t>прогрессии</w:t>
            </w:r>
          </w:p>
        </w:tc>
        <w:tc>
          <w:tcPr>
            <w:tcW w:w="452" w:type="pct"/>
            <w:vAlign w:val="center"/>
          </w:tcPr>
          <w:p w:rsidR="00125C10" w:rsidRPr="00053B60" w:rsidRDefault="00125C10" w:rsidP="00711506"/>
        </w:tc>
        <w:tc>
          <w:tcPr>
            <w:tcW w:w="487" w:type="pct"/>
            <w:vAlign w:val="center"/>
          </w:tcPr>
          <w:p w:rsidR="00125C10" w:rsidRPr="00053B60" w:rsidRDefault="00125C10" w:rsidP="00711506"/>
        </w:tc>
      </w:tr>
      <w:tr w:rsidR="00125C10" w:rsidRPr="00BD0551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>
              <w:t>9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Элементы комбинаторики и теории вероятностей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</w:t>
            </w:r>
            <w:r w:rsidRPr="009D71A2">
              <w:t xml:space="preserve"> решать</w:t>
            </w:r>
            <w:r>
              <w:t xml:space="preserve"> простейшие</w:t>
            </w:r>
            <w:r w:rsidRPr="009D71A2">
              <w:t xml:space="preserve"> комбинаторные задачи, задачи </w:t>
            </w:r>
            <w:r>
              <w:t xml:space="preserve">из </w:t>
            </w:r>
            <w:r w:rsidRPr="009D71A2">
              <w:t>теории вероятностей</w:t>
            </w:r>
          </w:p>
        </w:tc>
        <w:tc>
          <w:tcPr>
            <w:tcW w:w="452" w:type="pct"/>
            <w:vAlign w:val="center"/>
          </w:tcPr>
          <w:p w:rsidR="00125C10" w:rsidRPr="00BD0551" w:rsidRDefault="00125C10" w:rsidP="00711506"/>
        </w:tc>
        <w:tc>
          <w:tcPr>
            <w:tcW w:w="487" w:type="pct"/>
            <w:vAlign w:val="center"/>
          </w:tcPr>
          <w:p w:rsidR="00125C10" w:rsidRPr="00BD0551" w:rsidRDefault="00125C10" w:rsidP="00711506"/>
        </w:tc>
      </w:tr>
      <w:tr w:rsidR="00125C10" w:rsidRPr="0097009B" w:rsidTr="00711506">
        <w:tc>
          <w:tcPr>
            <w:tcW w:w="336" w:type="pct"/>
            <w:vAlign w:val="center"/>
          </w:tcPr>
          <w:p w:rsidR="00125C10" w:rsidRPr="009D71A2" w:rsidRDefault="00125C10" w:rsidP="00711506">
            <w:pPr>
              <w:tabs>
                <w:tab w:val="left" w:pos="1258"/>
              </w:tabs>
            </w:pPr>
            <w:r>
              <w:t>10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57CC0">
              <w:rPr>
                <w:rFonts w:ascii="Times New Roman" w:hAnsi="Times New Roman" w:cs="Times New Roman"/>
                <w:b w:val="0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400" w:type="pct"/>
            <w:vAlign w:val="center"/>
          </w:tcPr>
          <w:p w:rsidR="00125C10" w:rsidRPr="004749E8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7009B" w:rsidRDefault="00125C10" w:rsidP="00711506">
            <w:r>
              <w:t>Показать остаточные знания за курс 9 класса</w:t>
            </w:r>
          </w:p>
        </w:tc>
        <w:tc>
          <w:tcPr>
            <w:tcW w:w="452" w:type="pct"/>
            <w:vAlign w:val="center"/>
          </w:tcPr>
          <w:p w:rsidR="00125C10" w:rsidRPr="0097009B" w:rsidRDefault="00125C10" w:rsidP="00711506"/>
        </w:tc>
        <w:tc>
          <w:tcPr>
            <w:tcW w:w="487" w:type="pct"/>
            <w:vAlign w:val="center"/>
          </w:tcPr>
          <w:p w:rsidR="00125C10" w:rsidRPr="0097009B" w:rsidRDefault="00125C10" w:rsidP="00711506"/>
        </w:tc>
      </w:tr>
      <w:tr w:rsidR="00125C10" w:rsidRPr="0097009B" w:rsidTr="00711506">
        <w:tc>
          <w:tcPr>
            <w:tcW w:w="336" w:type="pct"/>
            <w:vAlign w:val="center"/>
          </w:tcPr>
          <w:p w:rsidR="00125C10" w:rsidRDefault="00125C10" w:rsidP="00711506">
            <w:pPr>
              <w:tabs>
                <w:tab w:val="left" w:pos="1258"/>
              </w:tabs>
            </w:pPr>
            <w:r>
              <w:t>11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3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4749E8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7009B" w:rsidRDefault="00125C10" w:rsidP="00711506"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97009B" w:rsidRDefault="00125C10" w:rsidP="00711506"/>
        </w:tc>
        <w:tc>
          <w:tcPr>
            <w:tcW w:w="487" w:type="pct"/>
            <w:vAlign w:val="center"/>
          </w:tcPr>
          <w:p w:rsidR="00125C10" w:rsidRPr="0097009B" w:rsidRDefault="00125C10" w:rsidP="00711506"/>
        </w:tc>
      </w:tr>
      <w:tr w:rsidR="00125C10" w:rsidRPr="00057CC0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 xml:space="preserve">Глава I. Тригонометрические функции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452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  <w:tc>
          <w:tcPr>
            <w:tcW w:w="487" w:type="pct"/>
            <w:vAlign w:val="center"/>
          </w:tcPr>
          <w:p w:rsidR="00125C10" w:rsidRPr="00057CC0" w:rsidRDefault="00125C10" w:rsidP="00711506">
            <w:pPr>
              <w:rPr>
                <w:lang w:val="en-US"/>
              </w:rPr>
            </w:pPr>
          </w:p>
        </w:tc>
      </w:tr>
      <w:tr w:rsidR="00125C10" w:rsidRPr="001856A8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 xml:space="preserve">Тригонометрические функции  числового аргумента </w:t>
            </w:r>
          </w:p>
          <w:p w:rsidR="00125C10" w:rsidRPr="009D71A2" w:rsidRDefault="00125C10" w:rsidP="00711506">
            <w:r w:rsidRPr="00057CC0">
              <w:rPr>
                <w:b/>
              </w:rPr>
              <w:t xml:space="preserve">Основные тригонометрические формулы </w:t>
            </w: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>
              <w:t>20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1856A8" w:rsidRDefault="00125C10" w:rsidP="00711506"/>
        </w:tc>
        <w:tc>
          <w:tcPr>
            <w:tcW w:w="487" w:type="pct"/>
            <w:vAlign w:val="center"/>
          </w:tcPr>
          <w:p w:rsidR="00125C10" w:rsidRPr="001856A8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Угол поворота.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положительный и отрицательный угол поворота.</w:t>
            </w:r>
          </w:p>
          <w:p w:rsidR="00125C10" w:rsidRPr="009D71A2" w:rsidRDefault="00125C10" w:rsidP="00711506">
            <w:r>
              <w:t>Уметь определять, в какой четверти находится угол.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214C03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Определение синуса, косинуса, тангенса и котангенса</w:t>
            </w:r>
            <w:r>
              <w:t xml:space="preserve"> произвольного угла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Знать определения</w:t>
            </w:r>
          </w:p>
          <w:p w:rsidR="00125C10" w:rsidRPr="00996061" w:rsidRDefault="00125C10" w:rsidP="00711506">
            <w:r w:rsidRPr="00057CC0">
              <w:rPr>
                <w:lang w:val="en-US"/>
              </w:rPr>
              <w:t>sin</w:t>
            </w:r>
            <w:r w:rsidRPr="00996061">
              <w:t xml:space="preserve">, </w:t>
            </w:r>
            <w:r w:rsidRPr="00057CC0">
              <w:rPr>
                <w:lang w:val="en-US"/>
              </w:rPr>
              <w:t>cos</w:t>
            </w:r>
            <w:r w:rsidRPr="00996061">
              <w:t xml:space="preserve">, </w:t>
            </w:r>
            <w:r w:rsidRPr="00057CC0">
              <w:rPr>
                <w:lang w:val="en-US"/>
              </w:rPr>
              <w:t>tg</w:t>
            </w:r>
            <w:r w:rsidRPr="00996061">
              <w:t xml:space="preserve">, </w:t>
            </w:r>
            <w:r w:rsidRPr="00057CC0">
              <w:rPr>
                <w:lang w:val="en-US"/>
              </w:rPr>
              <w:t>ctg</w:t>
            </w:r>
            <w:r w:rsidRPr="00996061">
              <w:t xml:space="preserve"> </w:t>
            </w:r>
            <w:r>
              <w:t>угла</w:t>
            </w:r>
          </w:p>
        </w:tc>
        <w:tc>
          <w:tcPr>
            <w:tcW w:w="452" w:type="pct"/>
            <w:vAlign w:val="center"/>
          </w:tcPr>
          <w:p w:rsidR="00125C10" w:rsidRPr="007B4984" w:rsidRDefault="00125C10" w:rsidP="00711506"/>
        </w:tc>
        <w:tc>
          <w:tcPr>
            <w:tcW w:w="487" w:type="pct"/>
            <w:vAlign w:val="center"/>
          </w:tcPr>
          <w:p w:rsidR="00125C10" w:rsidRPr="0002671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14</w:t>
            </w:r>
          </w:p>
        </w:tc>
        <w:tc>
          <w:tcPr>
            <w:tcW w:w="1763" w:type="pct"/>
            <w:vAlign w:val="center"/>
          </w:tcPr>
          <w:p w:rsidR="00125C10" w:rsidRPr="00A96FB0" w:rsidRDefault="00125C10" w:rsidP="00711506">
            <w:r>
              <w:t xml:space="preserve">Значения </w:t>
            </w:r>
            <w:r w:rsidRPr="00057CC0">
              <w:rPr>
                <w:lang w:val="en-US"/>
              </w:rPr>
              <w:t>sin</w:t>
            </w:r>
            <w:r w:rsidRPr="009D71A2">
              <w:t xml:space="preserve">, </w:t>
            </w:r>
            <w:r w:rsidRPr="00057CC0">
              <w:rPr>
                <w:lang w:val="en-US"/>
              </w:rPr>
              <w:t>cos</w:t>
            </w:r>
            <w:r w:rsidRPr="009D71A2">
              <w:t xml:space="preserve">, </w:t>
            </w:r>
            <w:r w:rsidRPr="00057CC0">
              <w:rPr>
                <w:lang w:val="en-US"/>
              </w:rPr>
              <w:t>tg</w:t>
            </w:r>
            <w:r w:rsidRPr="009D71A2">
              <w:t xml:space="preserve">, </w:t>
            </w:r>
            <w:r w:rsidRPr="00057CC0">
              <w:rPr>
                <w:lang w:val="en-US"/>
              </w:rPr>
              <w:t>ctg</w:t>
            </w:r>
            <w:r>
              <w:t xml:space="preserve"> для углов 30°, 45° и 60°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</w:t>
            </w:r>
            <w:r w:rsidRPr="009D71A2">
              <w:t xml:space="preserve">меть определять значения </w:t>
            </w:r>
            <w:r w:rsidRPr="00057CC0">
              <w:rPr>
                <w:lang w:val="en-US"/>
              </w:rPr>
              <w:t>sin</w:t>
            </w:r>
            <w:r w:rsidRPr="009D71A2">
              <w:t xml:space="preserve">, </w:t>
            </w:r>
            <w:r w:rsidRPr="00057CC0">
              <w:rPr>
                <w:lang w:val="en-US"/>
              </w:rPr>
              <w:t>cos</w:t>
            </w:r>
            <w:r w:rsidRPr="009D71A2">
              <w:t xml:space="preserve">, </w:t>
            </w:r>
            <w:r w:rsidRPr="00057CC0">
              <w:rPr>
                <w:lang w:val="en-US"/>
              </w:rPr>
              <w:t>tg</w:t>
            </w:r>
            <w:r w:rsidRPr="009D71A2">
              <w:t xml:space="preserve">, </w:t>
            </w:r>
            <w:r w:rsidRPr="00057CC0">
              <w:rPr>
                <w:lang w:val="en-US"/>
              </w:rPr>
              <w:t>ctg</w:t>
            </w:r>
            <w:r w:rsidRPr="009D71A2">
              <w:t xml:space="preserve"> числового аргумента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Чётность и </w:t>
            </w:r>
            <w:r w:rsidRPr="005D6CC5">
              <w:t>нечётность тригонометрических функций</w:t>
            </w:r>
            <w:r w:rsidRPr="00057CC0">
              <w:rPr>
                <w:b/>
              </w:rPr>
              <w:t xml:space="preserve"> 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870B13" w:rsidRDefault="00125C10" w:rsidP="00711506">
            <w:r>
              <w:t>Знать свойства.</w:t>
            </w:r>
          </w:p>
          <w:p w:rsidR="00125C10" w:rsidRPr="009D71A2" w:rsidRDefault="00125C10" w:rsidP="00711506">
            <w:r>
              <w:t>У</w:t>
            </w:r>
            <w:r w:rsidRPr="009D71A2">
              <w:t>меть п</w:t>
            </w:r>
            <w:r>
              <w:t>рименять четность и нечетность.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</w:t>
            </w:r>
          </w:p>
        </w:tc>
        <w:tc>
          <w:tcPr>
            <w:tcW w:w="1763" w:type="pct"/>
            <w:vAlign w:val="center"/>
          </w:tcPr>
          <w:p w:rsidR="00125C10" w:rsidRPr="00814BDF" w:rsidRDefault="00125C10" w:rsidP="00711506">
            <w:r>
              <w:t>Изменение угла на целое число оборотов. Зависимость между</w:t>
            </w:r>
            <w:r w:rsidRPr="00814BDF">
              <w:t xml:space="preserve"> </w:t>
            </w:r>
            <w:r w:rsidRPr="00057CC0">
              <w:rPr>
                <w:lang w:val="en-US"/>
              </w:rPr>
              <w:t>sin</w:t>
            </w:r>
            <w:r w:rsidRPr="009D71A2">
              <w:t xml:space="preserve">, </w:t>
            </w:r>
            <w:r w:rsidRPr="00057CC0">
              <w:rPr>
                <w:lang w:val="en-US"/>
              </w:rPr>
              <w:t>cos</w:t>
            </w:r>
            <w:r w:rsidRPr="009D71A2">
              <w:t xml:space="preserve">, </w:t>
            </w:r>
            <w:r w:rsidRPr="00057CC0">
              <w:rPr>
                <w:lang w:val="en-US"/>
              </w:rPr>
              <w:t>tg</w:t>
            </w:r>
            <w:r w:rsidRPr="009D71A2">
              <w:t xml:space="preserve">, </w:t>
            </w:r>
            <w:r w:rsidRPr="00057CC0">
              <w:rPr>
                <w:lang w:val="en-US"/>
              </w:rPr>
              <w:t>ctg</w:t>
            </w:r>
            <w:r>
              <w:t xml:space="preserve"> противоположных углов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свойства.</w:t>
            </w:r>
            <w:r w:rsidRPr="00870B13">
              <w:t xml:space="preserve"> </w:t>
            </w:r>
            <w:r>
              <w:t>У</w:t>
            </w:r>
            <w:r w:rsidRPr="009D71A2">
              <w:t xml:space="preserve">меть применять изменение угла </w:t>
            </w:r>
            <w:r>
              <w:t>на целое число оборотов, знать формулы зависимости между</w:t>
            </w:r>
            <w:r w:rsidRPr="00814BDF">
              <w:t xml:space="preserve"> </w:t>
            </w:r>
            <w:r w:rsidRPr="00057CC0">
              <w:rPr>
                <w:lang w:val="en-US"/>
              </w:rPr>
              <w:t>sin</w:t>
            </w:r>
            <w:r w:rsidRPr="009D71A2">
              <w:t xml:space="preserve">, </w:t>
            </w:r>
            <w:r w:rsidRPr="00057CC0">
              <w:rPr>
                <w:lang w:val="en-US"/>
              </w:rPr>
              <w:t>cos</w:t>
            </w:r>
            <w:r w:rsidRPr="009D71A2">
              <w:t xml:space="preserve">, </w:t>
            </w:r>
            <w:r w:rsidRPr="00057CC0">
              <w:rPr>
                <w:lang w:val="en-US"/>
              </w:rPr>
              <w:t>tg</w:t>
            </w:r>
            <w:r w:rsidRPr="009D71A2">
              <w:t xml:space="preserve">, </w:t>
            </w:r>
            <w:r w:rsidRPr="00057CC0">
              <w:rPr>
                <w:lang w:val="en-US"/>
              </w:rPr>
              <w:t>ctg</w:t>
            </w:r>
            <w:r>
              <w:t xml:space="preserve"> противоположных углов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Свойства синуса, косинуса, тангенса и котангенса </w:t>
            </w:r>
            <w:r>
              <w:t>( задания 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Уметь применять свойства </w:t>
            </w:r>
            <w:r w:rsidRPr="009D71A2">
              <w:t>синуса, косинуса, тангенса и котангенса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 w:rsidRPr="009D71A2">
              <w:t xml:space="preserve">Радианная мера угла. </w:t>
            </w:r>
          </w:p>
          <w:p w:rsidR="00125C10" w:rsidRPr="00996061" w:rsidRDefault="00125C10" w:rsidP="00711506">
            <w:r w:rsidRPr="00996061">
              <w:t xml:space="preserve"> </w:t>
            </w:r>
            <w:r w:rsidRPr="00057CC0">
              <w:rPr>
                <w:lang w:val="en-US"/>
              </w:rPr>
              <w:t>sin</w:t>
            </w:r>
            <w:r w:rsidRPr="00996061">
              <w:t xml:space="preserve">, </w:t>
            </w:r>
            <w:r w:rsidRPr="00057CC0">
              <w:rPr>
                <w:lang w:val="en-US"/>
              </w:rPr>
              <w:t>cos</w:t>
            </w:r>
            <w:r w:rsidRPr="00996061">
              <w:t xml:space="preserve">, </w:t>
            </w:r>
            <w:r w:rsidRPr="00057CC0">
              <w:rPr>
                <w:lang w:val="en-US"/>
              </w:rPr>
              <w:t>tg</w:t>
            </w:r>
            <w:r w:rsidRPr="00996061">
              <w:t xml:space="preserve">, </w:t>
            </w:r>
            <w:r w:rsidRPr="00057CC0">
              <w:rPr>
                <w:lang w:val="en-US"/>
              </w:rPr>
              <w:t>ctg</w:t>
            </w:r>
            <w:r w:rsidRPr="00996061">
              <w:t xml:space="preserve"> </w:t>
            </w:r>
            <w:r>
              <w:t>числа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Знать единицы измерения угловых величин, уметь выполнять перевод угловых величин.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Вычисление значений тригонометрических функций с помощью калькулятора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вычислять значения</w:t>
            </w:r>
            <w:r w:rsidRPr="00870B13">
              <w:t xml:space="preserve"> </w:t>
            </w:r>
            <w:r w:rsidRPr="009D71A2">
              <w:t>тригонометрических функций с помощью калькулятора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Соотношения между тригонометрическими функциями одного и того же угла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 w:rsidRPr="009D71A2">
              <w:t>Знать основные соотношения и уметь применять их к преобразованию выражений.</w:t>
            </w:r>
          </w:p>
          <w:p w:rsidR="00125C10" w:rsidRPr="009D71A2" w:rsidRDefault="00125C10" w:rsidP="00711506">
            <w:r>
              <w:t>Уметь их применять.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Применение соотношений</w:t>
            </w:r>
            <w:r w:rsidRPr="009D71A2">
              <w:t xml:space="preserve"> между тригонометрическими функциями одного и того же угла</w:t>
            </w:r>
            <w:r>
              <w:t xml:space="preserve"> к преобразованию выражений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Уметь применять тригонометрические формулы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Применение основных тригонометрических формул к преобразованию выражений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применять чётность (нечётность)</w:t>
            </w:r>
            <w:r w:rsidRPr="009D71A2">
              <w:t xml:space="preserve"> синуса, косинуса, тангенса и котангенса</w:t>
            </w:r>
          </w:p>
          <w:p w:rsidR="00125C10" w:rsidRPr="009D71A2" w:rsidRDefault="00125C10" w:rsidP="00711506">
            <w:r>
              <w:t>при преобразовании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Преобразование </w:t>
            </w:r>
            <w:r>
              <w:t xml:space="preserve">тригонометрических </w:t>
            </w:r>
            <w:r w:rsidRPr="009D71A2">
              <w:t>выражений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Уметь преобразовывать тригонометрические выражения</w:t>
            </w:r>
            <w:r>
              <w:t>, используя основные тригонометрические тождества.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Преобразование</w:t>
            </w:r>
            <w:r>
              <w:t xml:space="preserve"> более сложных тригонометрических</w:t>
            </w:r>
            <w:r w:rsidRPr="009D71A2">
              <w:t xml:space="preserve"> выражений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Уметь преобразовывать тригонометрические выражения</w:t>
            </w:r>
            <w:r>
              <w:t>, используя основные тригонометрические тождества.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Формулы приведения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приведения.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выражений, пользоваться таблицей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Упрощение выражений с помощью формул</w:t>
            </w:r>
            <w:r w:rsidRPr="009D71A2">
              <w:t xml:space="preserve"> приведения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приведения.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Доказательство тождеств с помощью формул</w:t>
            </w:r>
            <w:r w:rsidRPr="009D71A2">
              <w:t xml:space="preserve"> приведения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приведения.</w:t>
            </w:r>
          </w:p>
          <w:p w:rsidR="00125C10" w:rsidRPr="009D71A2" w:rsidRDefault="00125C10" w:rsidP="00711506">
            <w:r>
              <w:t>У</w:t>
            </w:r>
            <w:r w:rsidRPr="009D71A2">
              <w:t xml:space="preserve">меть применять их к </w:t>
            </w:r>
            <w:r>
              <w:t>доказательству тождеств.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Преобразование тригонометрических выражений  ( 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приведения.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по теме «Тригонометрические функции»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3358EC">
            <w:pPr>
              <w:ind w:right="-143"/>
            </w:pPr>
            <w:r>
              <w:t>Уметь демонстрировать теоретические и практические знания по темам «Тригонометрические функции любого угла».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Контрольная работа №1</w:t>
            </w:r>
            <w:r>
              <w:t xml:space="preserve"> по теме «Тригонометрические функции»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навыки расширения и обобщения знаний по темам « Тригонометрические функции любого угла», «Основные тригонометрические формулы».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057CC0">
              <w:rPr>
                <w:b/>
              </w:rPr>
              <w:t xml:space="preserve">Формулы сложения и их следствия </w:t>
            </w: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>
              <w:t>15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Вывод формул сложения.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Знать формулы сложения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Применение формул сложения. Тангенс суммы и разности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сложения.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выражений, способствовать усвоению основных формул тригонометрии в ходе решения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Формулы двойного угла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двойного угла.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Преобразование выражений с помощью формул сложения и формул двойного угла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сложения и формулы двойного угла 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выражений, способствовать усвоению основных формул тригонометрии в ходе решения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Формулы половинного аргумента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</w:t>
            </w:r>
            <w:r w:rsidRPr="009D71A2">
              <w:t xml:space="preserve"> половинного аргумента</w:t>
            </w:r>
            <w:r>
              <w:t>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Выражение тригонометрических функций через тангенс половинного аргумента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выражения</w:t>
            </w:r>
            <w:r w:rsidRPr="009D71A2">
              <w:t xml:space="preserve"> тригонометрических функций через тангенс половинного аргумента</w:t>
            </w:r>
            <w:r>
              <w:t>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Преобразование </w:t>
            </w:r>
            <w:r w:rsidRPr="009D71A2">
              <w:t>тригонометрических функций через тангенс половинного аргумента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 выражения</w:t>
            </w:r>
            <w:r w:rsidRPr="009D71A2">
              <w:t xml:space="preserve"> тригонометрических функций через тангенс половинного аргумента</w:t>
            </w:r>
            <w:r>
              <w:t>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39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Преобразование тригонометрических выражений</w:t>
            </w:r>
            <w:r>
              <w:t xml:space="preserve"> (задания 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</w:t>
            </w:r>
            <w:r w:rsidRPr="009D71A2">
              <w:t xml:space="preserve">меть применять </w:t>
            </w:r>
            <w:r>
              <w:t xml:space="preserve">изученные формулы </w:t>
            </w:r>
            <w:r w:rsidRPr="009D71A2">
              <w:t>к преобразованию выражений</w:t>
            </w:r>
            <w:r>
              <w:t>..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Формулы </w:t>
            </w:r>
            <w:r w:rsidRPr="009D71A2">
              <w:t>суммы</w:t>
            </w:r>
            <w:r>
              <w:t xml:space="preserve"> и разности</w:t>
            </w:r>
            <w:r w:rsidRPr="009D71A2">
              <w:t xml:space="preserve"> тригонометрических функций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</w:t>
            </w:r>
            <w:r w:rsidRPr="009D71A2">
              <w:t xml:space="preserve"> суммы тригонометрических функций</w:t>
            </w:r>
            <w:r>
              <w:t>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Формулы произведения </w:t>
            </w:r>
            <w:r w:rsidRPr="009D71A2">
              <w:t>тригонометрических</w:t>
            </w:r>
            <w:r>
              <w:t xml:space="preserve"> функций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формулы</w:t>
            </w:r>
            <w:r w:rsidRPr="009D71A2">
              <w:t xml:space="preserve"> произведения</w:t>
            </w:r>
            <w:r>
              <w:t xml:space="preserve"> тригонометрических функций.</w:t>
            </w:r>
          </w:p>
          <w:p w:rsidR="00125C10" w:rsidRPr="009D71A2" w:rsidRDefault="00125C10" w:rsidP="00711506">
            <w:r>
              <w:t>У</w:t>
            </w:r>
            <w:r w:rsidRPr="009D71A2">
              <w:t>меть 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Формулы понижения степени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Знать формулы понижения степени.Уметь  </w:t>
            </w:r>
            <w:r w:rsidRPr="009D71A2">
              <w:t>применять их к преобразованию выражений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заданий из ЕГЭ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все изученные формулы.</w:t>
            </w:r>
          </w:p>
          <w:p w:rsidR="00125C10" w:rsidRPr="009D71A2" w:rsidRDefault="00125C10" w:rsidP="00711506">
            <w:r>
              <w:t>Уметь их применять.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 по теме «Тригонометрические формулы»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теоретические и практические знания по тригонометрическим формулам.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Кон</w:t>
            </w:r>
            <w:r>
              <w:t>трольная работа №2 по теме «Тригонометрические формулы»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навыки расширения и обобщения знаний по теме « Тригонометрические формулы»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46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Введение (аксиомы стереометрии и их следствия)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Предмет стереометрии. </w:t>
            </w:r>
            <w:r>
              <w:t xml:space="preserve">Основные понятия стереометрии. </w:t>
            </w:r>
            <w:r w:rsidRPr="009D71A2">
              <w:t>Аксиомы стереометрии.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</w:t>
            </w:r>
            <w:r w:rsidRPr="009D71A2">
              <w:t xml:space="preserve"> основные аксиомы плоскости</w:t>
            </w:r>
            <w:r>
              <w:t>. Уметь распознавать на чертежах и моделях пространственные формы.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Некоторые следствия из аксиом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Уметь </w:t>
            </w:r>
            <w:r w:rsidRPr="009D71A2">
              <w:t>доказывать некоторые следствия из аксиом</w:t>
            </w:r>
            <w:r>
              <w:t>.</w:t>
            </w:r>
          </w:p>
          <w:p w:rsidR="00125C10" w:rsidRPr="009D71A2" w:rsidRDefault="00125C10" w:rsidP="00711506">
            <w:r>
              <w:t>Уметь описывать взаимное расположение точек, прямых, плоскостей с помощью аксиом стереометрии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49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Решение задач на применение аксиом стереометрии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основные аксиомы стереометрии. Уметь применять аксиомы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Решение задач на применение  </w:t>
            </w:r>
            <w:r w:rsidRPr="009D71A2">
              <w:t>следствий</w:t>
            </w:r>
            <w:r>
              <w:t xml:space="preserve"> из</w:t>
            </w:r>
            <w:r w:rsidRPr="009D71A2">
              <w:t xml:space="preserve"> аксиом стереометрии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Выработать навыки применения аксиом стереометрии и их следствий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применение аксиом стереометрии и их следствий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Выработать навыки применения аксиом стереометрии и их следствий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057CC0">
              <w:rPr>
                <w:b/>
                <w:i/>
              </w:rPr>
              <w:t xml:space="preserve">Глава </w:t>
            </w:r>
            <w:r w:rsidRPr="00057CC0">
              <w:rPr>
                <w:b/>
                <w:i/>
                <w:lang w:val="en-US"/>
              </w:rPr>
              <w:t>I</w:t>
            </w:r>
            <w:r w:rsidRPr="00057CC0">
              <w:rPr>
                <w:b/>
                <w:i/>
              </w:rPr>
              <w:t xml:space="preserve">. Параллельность прямых и плоскостей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Default="00125C10" w:rsidP="00711506">
            <w:pPr>
              <w:rPr>
                <w:b/>
                <w:i/>
              </w:rPr>
            </w:pPr>
            <w:r w:rsidRPr="00057CC0">
              <w:rPr>
                <w:b/>
                <w:i/>
              </w:rPr>
              <w:t xml:space="preserve">§1. Параллельность прямых, прямой и плоскости </w:t>
            </w:r>
          </w:p>
          <w:p w:rsidR="00125C10" w:rsidRPr="00057CC0" w:rsidRDefault="00125C10" w:rsidP="00711506">
            <w:pPr>
              <w:rPr>
                <w:b/>
              </w:rPr>
            </w:pP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 w:rsidRPr="00F31443">
              <w:t>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Параллельные прямые в пространстве. Параллельность трех прямых.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параллельных прямых в пространстве.</w:t>
            </w:r>
          </w:p>
          <w:p w:rsidR="00125C10" w:rsidRDefault="00125C10" w:rsidP="00711506">
            <w:r w:rsidRPr="009D71A2">
              <w:t>Изучить взаимное расположение двух прямых в пространстве.</w:t>
            </w:r>
          </w:p>
          <w:p w:rsidR="00125C10" w:rsidRPr="009D71A2" w:rsidRDefault="00125C10" w:rsidP="00711506">
            <w:r w:rsidRPr="009D71A2">
              <w:t>Ввести понятие параллельных и скрещивающихся прямых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Параллельность прямой и плоскости.</w:t>
            </w:r>
            <w:r>
              <w:t xml:space="preserve"> Признак параллельности прямой и плоскости.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 w:rsidRPr="009D71A2">
              <w:t>Изучить возможные случаи взаимного расположения прямой и плоскости в пространстве</w:t>
            </w:r>
            <w:r>
              <w:t>.</w:t>
            </w:r>
          </w:p>
          <w:p w:rsidR="00125C10" w:rsidRPr="009D71A2" w:rsidRDefault="00125C10" w:rsidP="00711506">
            <w:r>
              <w:t>Знать признак параллельности прямой и плоскости.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Взаимное расположение прямой и плоскости в пространстве.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описывать взаимное расположение прямой и плоскости в пространстве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Решение задач на </w:t>
            </w:r>
            <w:r>
              <w:t xml:space="preserve">применение признака </w:t>
            </w:r>
            <w:r w:rsidRPr="009D71A2">
              <w:t>параллельност</w:t>
            </w:r>
            <w:r>
              <w:t>и</w:t>
            </w:r>
            <w:r w:rsidRPr="009D71A2">
              <w:t xml:space="preserve"> прямой и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признак параллельности прямой и плоскости.</w:t>
            </w:r>
          </w:p>
          <w:p w:rsidR="00125C10" w:rsidRPr="009D71A2" w:rsidRDefault="00125C10" w:rsidP="00711506">
            <w:r>
              <w:t>Уметь применять признак параллельности прямой и плоскости при решении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параллельность прямой и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Выработать навыки решения задач на параллельность прямой и плоскости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§2. Взаимное расположение прямых в пространстве. Угол между двумя прямыми </w:t>
            </w: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>
              <w:t>7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Скрещивающиеся прямые.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и признак скрещивающихся прямых.</w:t>
            </w:r>
          </w:p>
          <w:p w:rsidR="00125C10" w:rsidRPr="009D71A2" w:rsidRDefault="00125C10" w:rsidP="00711506">
            <w:r>
              <w:t>Уметь распознавать на чертежах и моделях скрещивающиеся прямые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Углы с сонаправленными сторонами. Угол между прямыми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Иметь представление об углах между пересекающимися, параллельными и скрещивающимися прямыми в пространстве.</w:t>
            </w:r>
          </w:p>
          <w:p w:rsidR="00125C10" w:rsidRPr="009D71A2" w:rsidRDefault="00125C10" w:rsidP="00711506">
            <w:r>
              <w:t>Уметь находить угол между прямыми в пространстве на модели куба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59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Решение задач </w:t>
            </w:r>
            <w:r>
              <w:t>на вычисление угла между двумя прямыми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как определяется  угол между двумя прямыми.</w:t>
            </w:r>
          </w:p>
          <w:p w:rsidR="00125C10" w:rsidRPr="009D71A2" w:rsidRDefault="00125C10" w:rsidP="00711506">
            <w:r>
              <w:t>Уметь решать задачи на вычисление угла между двумя прямыми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по теме «Параллельность прямой и плоскости»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решать простейшие стереометрические на нахождение углов между прямыми.</w:t>
            </w:r>
          </w:p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/>
          <w:p w:rsidR="00125C10" w:rsidRPr="009D71A2" w:rsidRDefault="00125C10" w:rsidP="00711506">
            <w:r>
              <w:t>61</w:t>
            </w:r>
          </w:p>
        </w:tc>
        <w:tc>
          <w:tcPr>
            <w:tcW w:w="1763" w:type="pct"/>
            <w:vAlign w:val="center"/>
          </w:tcPr>
          <w:p w:rsidR="00125C10" w:rsidRDefault="00125C10" w:rsidP="00711506"/>
          <w:p w:rsidR="00125C10" w:rsidRPr="009D71A2" w:rsidRDefault="00125C10" w:rsidP="00711506">
            <w:r>
              <w:t>Подготовка к контрольной работе по теме</w:t>
            </w:r>
            <w:r w:rsidRPr="009D71A2">
              <w:t xml:space="preserve"> «Параллельность прямой и плоскости»</w:t>
            </w:r>
            <w:r>
              <w:t xml:space="preserve"> </w:t>
            </w:r>
          </w:p>
        </w:tc>
        <w:tc>
          <w:tcPr>
            <w:tcW w:w="400" w:type="pct"/>
            <w:vAlign w:val="center"/>
          </w:tcPr>
          <w:p w:rsidR="00125C10" w:rsidRDefault="00125C10" w:rsidP="00711506"/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/>
          <w:p w:rsidR="00125C10" w:rsidRPr="009D71A2" w:rsidRDefault="00125C10" w:rsidP="00711506">
            <w:r>
              <w:t xml:space="preserve">Уметь решать простейшие задачи  по темам «Аксиомы стереометрии», </w:t>
            </w:r>
            <w:r w:rsidRPr="00040000">
              <w:t>«Параллельность прямых, прямой и плоскости», « Взаимное расположение прямых в пространстве. Угол между двумя прямыми»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AE0914">
              <w:t>Контрольная работа №3</w:t>
            </w:r>
            <w:r>
              <w:t xml:space="preserve"> по теме</w:t>
            </w:r>
            <w:r w:rsidRPr="009D71A2">
              <w:t xml:space="preserve"> «Параллельность прямой и плоскости»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и признак параллельности прямой и плоскости.</w:t>
            </w:r>
          </w:p>
          <w:p w:rsidR="00125C10" w:rsidRPr="00D538AE" w:rsidRDefault="00125C10" w:rsidP="00711506">
            <w:r>
              <w:t>Уметь находить на моделях параллелепипеда скрещивающиеся прямые, определять взаимное расположение прямой и плоскости</w:t>
            </w:r>
          </w:p>
          <w:p w:rsidR="00125C10" w:rsidRPr="00D538AE" w:rsidRDefault="00125C10" w:rsidP="00711506">
            <w:r>
              <w:t>В</w:t>
            </w:r>
            <w:r w:rsidRPr="00D538AE">
              <w:t>ладеть навыками контроля и оценки своей деятельности;</w:t>
            </w:r>
          </w:p>
          <w:p w:rsidR="00125C10" w:rsidRPr="009D71A2" w:rsidRDefault="00125C10" w:rsidP="00711506">
            <w:r>
              <w:t>П</w:t>
            </w:r>
            <w:r w:rsidRPr="00D538AE">
              <w:t>редвидеть возможные последствия своих действий.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63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i/>
              </w:rPr>
            </w:pPr>
            <w:r w:rsidRPr="00F31443">
              <w:t>Анализ контрольной работы</w:t>
            </w:r>
            <w:r>
              <w:t xml:space="preserve">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объяснить характер своей ошибки, решить подобное задание и придумать свой вариант задания на данную ошибку.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§3. Параллельность плоскостей </w:t>
            </w: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 w:rsidRPr="00F31443">
              <w:t>2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 Параллельные плоскости. Признак параллельности двух плоскостей.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Ввести понятие параллельных плоскостей, уметь доказывать признак параллельности двух плоскостей, теорему существования и единственности плоскости, параллельной данной и проходящей через данную точку пространства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Свойства параллельных плоскостей.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 w:rsidRPr="009D71A2">
              <w:t>Изучить свойства параллельных плоскостей</w:t>
            </w:r>
            <w:r>
              <w:t>.</w:t>
            </w:r>
          </w:p>
          <w:p w:rsidR="00125C10" w:rsidRPr="009D71A2" w:rsidRDefault="00125C10" w:rsidP="00711506">
            <w:r>
              <w:t>Уметь применять признак и свойства параллельных прямых при решении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§4.  Тетраэдр и параллелепипед </w:t>
            </w:r>
          </w:p>
        </w:tc>
        <w:tc>
          <w:tcPr>
            <w:tcW w:w="400" w:type="pct"/>
            <w:vAlign w:val="center"/>
          </w:tcPr>
          <w:p w:rsidR="00125C10" w:rsidRPr="00F31443" w:rsidRDefault="00125C10" w:rsidP="00711506">
            <w:r>
              <w:t>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Тетраэдр. Параллелепипед.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 w:rsidRPr="009D71A2">
              <w:t>Ввести понятие тетраэдра, параллелепипеда.</w:t>
            </w:r>
          </w:p>
          <w:p w:rsidR="00125C10" w:rsidRDefault="00125C10" w:rsidP="00711506">
            <w:r>
              <w:t>Знать их элементы.</w:t>
            </w:r>
          </w:p>
          <w:p w:rsidR="00125C10" w:rsidRPr="009D71A2" w:rsidRDefault="00125C10" w:rsidP="00711506">
            <w:r>
              <w:t>Уметь распознавать на чертежах и моделях тетраэдр и п</w:t>
            </w:r>
            <w:r w:rsidRPr="009D71A2">
              <w:t>араллелепипед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Свойства граней и диагоналей параллелепипеда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Рассмотреть свойства ребер, граней, диагоналей параллелепипеда.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Задачи на построение</w:t>
            </w:r>
            <w:r>
              <w:t xml:space="preserve"> простейших </w:t>
            </w:r>
            <w:r w:rsidRPr="009D71A2">
              <w:t>сечений.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Сформировать навык решения простейших задач на построение сечений тетраэдра и параллелепипеда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69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Задачи на построение </w:t>
            </w:r>
            <w:r>
              <w:t xml:space="preserve">диагональных и других </w:t>
            </w:r>
            <w:r w:rsidRPr="009D71A2">
              <w:t>сече</w:t>
            </w:r>
            <w:r>
              <w:t xml:space="preserve">ний </w:t>
            </w:r>
            <w:r w:rsidRPr="009D71A2">
              <w:t>параллелепипеда</w:t>
            </w:r>
            <w:r>
              <w:t>, куба, тетраэдра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Уметь строить сечение плоскостью, параллельной граням </w:t>
            </w:r>
            <w:r w:rsidRPr="009D71A2">
              <w:t>параллелепипеда</w:t>
            </w:r>
            <w:r>
              <w:t xml:space="preserve">, тетраэдра; строить диагональные сечения в </w:t>
            </w:r>
            <w:r w:rsidRPr="009D71A2">
              <w:t>параллелепи</w:t>
            </w:r>
            <w:r>
              <w:t xml:space="preserve">педе; строить сечения плоскостью, проходящей через ребро и вершину </w:t>
            </w:r>
            <w:r w:rsidRPr="009D71A2">
              <w:t>параллелепипеда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по теме «Параллельность плоскостей, тетраэдр, параллелепипед»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Выработать навыки решения задач</w:t>
            </w:r>
            <w:r>
              <w:t xml:space="preserve"> по изученной теме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Подготовка к контрольной работе  по теме </w:t>
            </w:r>
            <w:r w:rsidRPr="00AE0914">
              <w:t>«Параллельность</w:t>
            </w:r>
            <w:r w:rsidRPr="009D71A2">
              <w:t xml:space="preserve"> плоскостей»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решать простейшие задачи  по теме «</w:t>
            </w:r>
            <w:r w:rsidRPr="009D71A2">
              <w:t>Параллельность плоскостей»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AE0914">
              <w:t xml:space="preserve">Контрольная работа №4 </w:t>
            </w:r>
            <w:r>
              <w:t xml:space="preserve"> по теме </w:t>
            </w:r>
            <w:r w:rsidRPr="00AE0914">
              <w:t>«Параллельность</w:t>
            </w:r>
            <w:r w:rsidRPr="009D71A2">
              <w:t xml:space="preserve"> плоскостей»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признака параллельности прямых и плоскостей. Уметь строить сечения</w:t>
            </w:r>
            <w:r w:rsidRPr="009D71A2">
              <w:t xml:space="preserve"> параллелепипеда</w:t>
            </w:r>
            <w:r>
              <w:t xml:space="preserve"> и тетраэдра плоскостью, параллельной грани.</w:t>
            </w:r>
          </w:p>
          <w:p w:rsidR="00125C10" w:rsidRDefault="00125C10" w:rsidP="00711506">
            <w:r>
              <w:t>Уметь применять свойства параллельных прямой и плоскости, параллельных плоскостей при доказательстве подобия треугольников в пространстве, для нахождения стороны одного из треугольников.</w:t>
            </w:r>
          </w:p>
          <w:p w:rsidR="00125C10" w:rsidRPr="00D538AE" w:rsidRDefault="00125C10" w:rsidP="00711506">
            <w:r>
              <w:t>В</w:t>
            </w:r>
            <w:r w:rsidRPr="00D538AE">
              <w:t>ладеть навыками контроля и оценки своей деятельности;</w:t>
            </w:r>
          </w:p>
          <w:p w:rsidR="00125C10" w:rsidRPr="009D71A2" w:rsidRDefault="00125C10" w:rsidP="00711506">
            <w:r>
              <w:t>П</w:t>
            </w:r>
            <w:r w:rsidRPr="00D538AE">
              <w:t>редвидеть возможные последствия своих действий.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73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F31443">
              <w:t>Анализ контрольной работы</w:t>
            </w:r>
            <w:r>
              <w:t xml:space="preserve">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объяснить характер своей ошибки, решить подобное задание и придумать свой вариант задания на данную ошибку.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 xml:space="preserve"> §2. Основные свойства функции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pPr>
              <w:ind w:left="360"/>
            </w:pPr>
            <w:r>
              <w:t>Числовая функция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числовой функции, области определения и области значений функции, какие функции называются целыми рациональными функциями, какие – дробно-рациональными функциями;</w:t>
            </w:r>
          </w:p>
          <w:p w:rsidR="00125C10" w:rsidRPr="005F4D39" w:rsidRDefault="00125C10" w:rsidP="00711506">
            <w:r>
              <w:t>Уметь находить значение функции при определённом значении аргумента, область определения и область значения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Преобразования графиков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что такое график функции, виды преобразований графиков функций;</w:t>
            </w:r>
          </w:p>
          <w:p w:rsidR="00125C10" w:rsidRPr="005F4D39" w:rsidRDefault="00125C10" w:rsidP="00711506">
            <w:r>
              <w:t>Уметь выполнять построение графиков функций, преобразование графиков функций, находить область значений функции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Функции и их графики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Знать определения функции, графика функции, области определения и области значений функции, правила для преобразования графиков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Чётные и нечётные функции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чётной и нечётной функций, свойства графиков чётной и нечётной функций.</w:t>
            </w:r>
          </w:p>
          <w:p w:rsidR="00125C10" w:rsidRPr="005F4D39" w:rsidRDefault="00125C10" w:rsidP="00711506">
            <w:r>
              <w:t>Уметь определять, какие функции являются чётными, какие – нечётными, какие не являются ни чётными, ни нечётными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78</w:t>
            </w:r>
          </w:p>
        </w:tc>
        <w:tc>
          <w:tcPr>
            <w:tcW w:w="1763" w:type="pct"/>
            <w:vAlign w:val="center"/>
          </w:tcPr>
          <w:p w:rsidR="00125C10" w:rsidRPr="0068654B" w:rsidRDefault="00125C10" w:rsidP="00711506">
            <w:r w:rsidRPr="0068654B">
              <w:t>Периодические функции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какие функции называются периодическими, наименьший положительный период для тригонометрических функций, правило для построения периодических функций, как находится период для функции у = Аf(kx+b).</w:t>
            </w:r>
          </w:p>
          <w:p w:rsidR="00125C10" w:rsidRPr="00902E71" w:rsidRDefault="00125C10" w:rsidP="00711506">
            <w:r>
              <w:t>Уметь доказывать периодичность функций, находить наименьший положительный период периодических функций.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79</w:t>
            </w:r>
          </w:p>
        </w:tc>
        <w:tc>
          <w:tcPr>
            <w:tcW w:w="1763" w:type="pct"/>
            <w:vAlign w:val="center"/>
          </w:tcPr>
          <w:p w:rsidR="00125C10" w:rsidRPr="0068654B" w:rsidRDefault="00125C10" w:rsidP="00711506">
            <w:r w:rsidRPr="0068654B">
              <w:t xml:space="preserve">Определение </w:t>
            </w:r>
            <w:r>
              <w:t>чётности, нечётности и периодичности функций по формулам и по графикам.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Знать определения чётной, нечётной, пе-риодической функций. Уметь определять эти свойства по формулам и по графикам.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80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Основные свойства</w:t>
            </w:r>
          </w:p>
          <w:p w:rsidR="00125C10" w:rsidRDefault="00125C10" w:rsidP="00711506">
            <w:r>
              <w:t xml:space="preserve"> тригонометрических функций.</w:t>
            </w:r>
          </w:p>
          <w:p w:rsidR="00125C10" w:rsidRPr="00057CC0" w:rsidRDefault="00125C10" w:rsidP="00711506">
            <w:pPr>
              <w:ind w:left="360"/>
              <w:rPr>
                <w:i/>
              </w:rPr>
            </w:pP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свойства</w:t>
            </w:r>
          </w:p>
          <w:p w:rsidR="00125C10" w:rsidRDefault="00125C10" w:rsidP="00711506">
            <w:r>
              <w:t>тригонометрических функций.</w:t>
            </w:r>
          </w:p>
          <w:p w:rsidR="00125C10" w:rsidRPr="005F4D39" w:rsidRDefault="00125C10" w:rsidP="00711506">
            <w:r>
              <w:t>Уметь выполнять преобразования графиков, определять свойства функций (область определения, область значений, чётность, периодичность)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81</w:t>
            </w:r>
          </w:p>
        </w:tc>
        <w:tc>
          <w:tcPr>
            <w:tcW w:w="1763" w:type="pct"/>
            <w:vAlign w:val="center"/>
          </w:tcPr>
          <w:p w:rsidR="00125C10" w:rsidRPr="0068654B" w:rsidRDefault="00125C10" w:rsidP="00711506">
            <w:r>
              <w:t>Решение заданий на чётность, нечётность, периодичность  функций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применить полученные знания при решении заданий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82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Возрастание и убывание функций. Точки экстремума, максимума и минимума функции.</w:t>
            </w:r>
          </w:p>
          <w:p w:rsidR="00125C10" w:rsidRPr="009D71A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возрастания, убывания функций, окрестности точки,</w:t>
            </w:r>
          </w:p>
          <w:p w:rsidR="00125C10" w:rsidRPr="005F4D39" w:rsidRDefault="00125C10" w:rsidP="00711506">
            <w:r>
              <w:t>Уметь находить промежутки возрастания и убывания, точки максимума и минимума функции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83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Возрастание и убывание, точки экстремума, максимума и минимума.</w:t>
            </w:r>
          </w:p>
          <w:p w:rsidR="00125C10" w:rsidRPr="009D71A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возрастания, убывания, экстремумов функции, промежутки возрастания, убывания тригонометрических функций, их точки максимума и минимума.</w:t>
            </w:r>
          </w:p>
          <w:p w:rsidR="00125C10" w:rsidRPr="005F4D39" w:rsidRDefault="00125C10" w:rsidP="00711506">
            <w:r>
              <w:t>Уметь находить промежутки возрастания, убывания, точки максимума и минимума функции, её максимумы и минимумы.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Применение свойств функций для решения задач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возрастания, убывания, экстремумов функции.</w:t>
            </w:r>
          </w:p>
          <w:p w:rsidR="00125C10" w:rsidRPr="005F4D39" w:rsidRDefault="00125C10" w:rsidP="00711506">
            <w:r>
              <w:t>Уметь находить промежутки возрастания, убывания, точки максимума функции, применять свойства функций для решения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Определение основных свойств функций по графикам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возрастания, убывания, точек экстремума функций.</w:t>
            </w:r>
          </w:p>
          <w:p w:rsidR="00125C10" w:rsidRPr="005F4D39" w:rsidRDefault="00125C10" w:rsidP="00711506">
            <w:r>
              <w:t>Уметь определять основные свойства функций по графикам ( область определения, область значения, чётность, периодичность, промежутки возрастания и убывания, точки экстремума), выполнять преобразование графиков.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86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заданий из ЕГЭ на определение основных свойств функций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Схема исследования функций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свойства функций. Схему исследования функций, что такое асимптоты.</w:t>
            </w:r>
          </w:p>
          <w:p w:rsidR="00125C10" w:rsidRPr="005F4D39" w:rsidRDefault="00125C10" w:rsidP="00711506">
            <w:r>
              <w:t>Уметь проводить исследование функции, заданной графиком, строить график функции, если известны её свойства.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Построение графиков функций по известным свойствам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общую схему исследования функций, свойства функций.</w:t>
            </w:r>
          </w:p>
          <w:p w:rsidR="00125C10" w:rsidRPr="005F4D39" w:rsidRDefault="00125C10" w:rsidP="00711506">
            <w:r>
              <w:t>Уметь проводить исследование функций, строить графики функций по известным свойствам.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89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Построение графиков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свойств, общую схему исследования функций.</w:t>
            </w:r>
          </w:p>
          <w:p w:rsidR="00125C10" w:rsidRPr="005F4D39" w:rsidRDefault="00125C10" w:rsidP="00711506">
            <w:r>
              <w:t>Уметь определять свойства функций, проводить исследование функции, строить графики функций по известным свойствам.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90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заданий из ЕГЭ на исследование функций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91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Свойства тригонометрических функций</w:t>
            </w:r>
          </w:p>
          <w:p w:rsidR="00125C10" w:rsidRPr="009D71A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свойства тригонометрических функций.</w:t>
            </w:r>
          </w:p>
          <w:p w:rsidR="00125C10" w:rsidRPr="005F4D39" w:rsidRDefault="00125C10" w:rsidP="00711506">
            <w:r>
              <w:t>Уметь использовать эти свойства при решении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92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Использование свойств тригонометрических функций для решения задач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свойства тригонометрических функций, общую схему исследования функций.</w:t>
            </w:r>
          </w:p>
          <w:p w:rsidR="00125C10" w:rsidRPr="005F4D39" w:rsidRDefault="00125C10" w:rsidP="00711506">
            <w:r>
              <w:t>Уметь использовать эти свойства для решения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93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Гармонические колебания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что называют гармоническими колебаниями, амплитудой, частотой, начальной фазой колебания, периодом гармонического колебания.</w:t>
            </w:r>
          </w:p>
          <w:p w:rsidR="00125C10" w:rsidRPr="005F4D39" w:rsidRDefault="00125C10" w:rsidP="00711506">
            <w:r>
              <w:t>Уметь решать простейшие задачи для гармонических колебаний.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94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Определение амплитуды, частоты, начальной фазой колебания, периода гармонического колебания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свойства тригонометрических функций, общую схему исследования  функций.</w:t>
            </w:r>
          </w:p>
          <w:p w:rsidR="00125C10" w:rsidRPr="005F4D39" w:rsidRDefault="00125C10" w:rsidP="00711506">
            <w:r>
              <w:t>Уметь выполнять исследование функции, определять свойства, строить графики.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95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 xml:space="preserve">Преобразование графиков: параллельный перенос, симметрия относительно осей координат 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преобразование графиков: параллельный перенос, симметрия относительно осей координат.</w:t>
            </w:r>
          </w:p>
          <w:p w:rsidR="00125C10" w:rsidRDefault="00125C10" w:rsidP="00711506">
            <w:r>
              <w:t>Уметь выполнять эти преобразования.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96</w:t>
            </w:r>
          </w:p>
        </w:tc>
        <w:tc>
          <w:tcPr>
            <w:tcW w:w="1763" w:type="pct"/>
            <w:vAlign w:val="center"/>
          </w:tcPr>
          <w:p w:rsidR="00125C10" w:rsidRPr="00AA0052" w:rsidRDefault="00125C10" w:rsidP="00711506">
            <w:r w:rsidRPr="00AA0052">
              <w:t xml:space="preserve">Преобразование графиков: симметрия относительно начала координат, симметрия относительно прямой </w:t>
            </w:r>
            <w:r w:rsidRPr="00AA0052">
              <w:rPr>
                <w:lang w:val="en-US"/>
              </w:rPr>
              <w:t>y</w:t>
            </w:r>
            <w:r w:rsidRPr="00AA0052">
              <w:t>=</w:t>
            </w:r>
            <w:r w:rsidRPr="00AA0052">
              <w:rPr>
                <w:lang w:val="en-US"/>
              </w:rPr>
              <w:t>x</w:t>
            </w:r>
            <w:r w:rsidRPr="00AA0052">
              <w:t>, растяжение и сжатие вдоль осей координат.</w:t>
            </w:r>
          </w:p>
          <w:p w:rsidR="00125C10" w:rsidRPr="00AA005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AA0052" w:rsidRDefault="00125C10" w:rsidP="00711506">
            <w:r w:rsidRPr="00AA0052">
              <w:t xml:space="preserve">Знать преобразования графиков: симметрия относительно начала координат, симметрия относительно прямой </w:t>
            </w:r>
            <w:r w:rsidRPr="00AA0052">
              <w:rPr>
                <w:lang w:val="en-US"/>
              </w:rPr>
              <w:t>y</w:t>
            </w:r>
            <w:r w:rsidRPr="00AA0052">
              <w:t>=</w:t>
            </w:r>
            <w:r w:rsidRPr="00AA0052">
              <w:rPr>
                <w:lang w:val="en-US"/>
              </w:rPr>
              <w:t>x</w:t>
            </w:r>
            <w:r w:rsidRPr="00AA0052">
              <w:t>, растяжение и сжатие вдоль осей координат.</w:t>
            </w:r>
          </w:p>
          <w:p w:rsidR="00125C10" w:rsidRDefault="00125C10" w:rsidP="00711506">
            <w:r w:rsidRPr="00AA0052">
              <w:t>Уметь выполнять эти преобразов</w:t>
            </w:r>
            <w:r>
              <w:t>а</w:t>
            </w:r>
            <w:r w:rsidRPr="00AA0052">
              <w:t>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97</w:t>
            </w:r>
          </w:p>
        </w:tc>
        <w:tc>
          <w:tcPr>
            <w:tcW w:w="1763" w:type="pct"/>
            <w:vAlign w:val="center"/>
          </w:tcPr>
          <w:p w:rsidR="00125C10" w:rsidRPr="00AA0052" w:rsidRDefault="00125C10" w:rsidP="00711506">
            <w:r w:rsidRPr="00AA0052">
              <w:t xml:space="preserve">Преобразование графиков: симметрия относительно прямой </w:t>
            </w:r>
            <w:r w:rsidRPr="00AA0052">
              <w:rPr>
                <w:lang w:val="en-US"/>
              </w:rPr>
              <w:t>y</w:t>
            </w:r>
            <w:r w:rsidRPr="00AA0052">
              <w:t>=</w:t>
            </w:r>
            <w:r w:rsidRPr="00AA0052">
              <w:rPr>
                <w:lang w:val="en-US"/>
              </w:rPr>
              <w:t>x</w:t>
            </w:r>
            <w:r w:rsidRPr="00AA0052">
              <w:t>, растяжение и сжатие вдоль осей координат.</w:t>
            </w:r>
          </w:p>
          <w:p w:rsidR="00125C10" w:rsidRPr="00AA005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преобразования</w:t>
            </w:r>
            <w:r w:rsidRPr="00AA0052">
              <w:t xml:space="preserve"> графиков: симметрия относительно прямой </w:t>
            </w:r>
            <w:r w:rsidRPr="00AA0052">
              <w:rPr>
                <w:lang w:val="en-US"/>
              </w:rPr>
              <w:t>y</w:t>
            </w:r>
            <w:r w:rsidRPr="00AA0052">
              <w:t>=</w:t>
            </w:r>
            <w:r w:rsidRPr="00AA0052">
              <w:rPr>
                <w:lang w:val="en-US"/>
              </w:rPr>
              <w:t>x</w:t>
            </w:r>
            <w:r w:rsidRPr="00AA0052">
              <w:t>, растяжение и сжатие вдоль осей координат.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98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заданий из ЕГЭ на исследование функций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99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 по теме «Исследование и построение графиков функций»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теоретические и практические знания о свойствах функций, приводить примеры, подбирать аргументы, сформулировать выводы.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100</w:t>
            </w:r>
          </w:p>
        </w:tc>
        <w:tc>
          <w:tcPr>
            <w:tcW w:w="1763" w:type="pct"/>
            <w:vAlign w:val="center"/>
          </w:tcPr>
          <w:p w:rsidR="00125C10" w:rsidRPr="00550C61" w:rsidRDefault="00125C10" w:rsidP="00711506">
            <w:r>
              <w:t>Контрольная работа №5</w:t>
            </w:r>
            <w:r w:rsidRPr="00550C61">
              <w:t xml:space="preserve"> </w:t>
            </w:r>
            <w:r>
              <w:t>по теме «Исследование и построение графиков функций»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pPr>
              <w:ind w:right="-143"/>
            </w:pPr>
            <w:r>
              <w:t>Уметь демонстрировать навыки расширения и обобщения знаний о свойствах функций, составлять текст научного стиля.</w:t>
            </w:r>
          </w:p>
          <w:p w:rsidR="00125C10" w:rsidRPr="005F4D39" w:rsidRDefault="00125C10" w:rsidP="00711506">
            <w:pPr>
              <w:ind w:right="-143"/>
            </w:pP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101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pStyle w:val="Heading2"/>
              <w:jc w:val="left"/>
              <w:rPr>
                <w:szCs w:val="24"/>
              </w:rPr>
            </w:pPr>
            <w:r w:rsidRPr="00057CC0">
              <w:rPr>
                <w:szCs w:val="24"/>
              </w:rPr>
              <w:t xml:space="preserve">§3. Решение тригонометрических уравнений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Арксинус, арккос</w:t>
            </w:r>
            <w:r>
              <w:t xml:space="preserve">инус </w:t>
            </w:r>
            <w:r w:rsidRPr="009D71A2">
              <w:t xml:space="preserve">числа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теорему о корне, определение арксинуса.</w:t>
            </w:r>
          </w:p>
          <w:p w:rsidR="00125C10" w:rsidRPr="005F4D39" w:rsidRDefault="00125C10" w:rsidP="00711506">
            <w:r>
              <w:t>Уметь применять теорему о корне и определение арксинуса и арккосинуса для решения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Арктангенс и арккотангенс числа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формулировку теоремы о корне, определения арксинуса и арккосинуса.</w:t>
            </w:r>
          </w:p>
          <w:p w:rsidR="00125C10" w:rsidRPr="005F4D39" w:rsidRDefault="00125C10" w:rsidP="00711506">
            <w:r>
              <w:t>Уметь решать простейшие задачи с арктангенсом и арккотангенсом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Арксинус, арккосинус, арктангенс и арккотангенс числа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арктангенса.</w:t>
            </w:r>
          </w:p>
          <w:p w:rsidR="00125C10" w:rsidRPr="005F4D39" w:rsidRDefault="00125C10" w:rsidP="00711506">
            <w:r>
              <w:t>Уметь применять определение арктангенса для решения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Обратные тригонометрические функции, их свойства и графики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арктангенса и арккотангенса.</w:t>
            </w:r>
          </w:p>
          <w:p w:rsidR="00125C10" w:rsidRDefault="00125C10" w:rsidP="00711506">
            <w:r>
              <w:t>Уметь решать простейшие задачи с арктангенсом и арккотангенсом.</w:t>
            </w:r>
          </w:p>
          <w:p w:rsidR="00125C10" w:rsidRPr="005F4D39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Простейшие </w:t>
            </w:r>
            <w:r w:rsidRPr="009D71A2">
              <w:t>тригонометрические</w:t>
            </w:r>
            <w:r>
              <w:t xml:space="preserve"> уравнения вида cos</w:t>
            </w:r>
            <w:r w:rsidRPr="00A75DD7">
              <w:t xml:space="preserve"> </w:t>
            </w:r>
            <w:r>
              <w:t xml:space="preserve">x = </w:t>
            </w:r>
            <w:r>
              <w:rPr>
                <w:lang w:val="en-US"/>
              </w:rPr>
              <w:t>a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тригоно-метрических уравнений, формулу корней уравнения cos</w:t>
            </w:r>
            <w:r w:rsidRPr="00A75DD7">
              <w:t xml:space="preserve"> </w:t>
            </w:r>
            <w:r>
              <w:t xml:space="preserve">x = </w:t>
            </w:r>
            <w:r>
              <w:rPr>
                <w:lang w:val="en-US"/>
              </w:rPr>
              <w:t>a</w:t>
            </w:r>
            <w:r>
              <w:t>, особую форму записи решений для частных случаев.</w:t>
            </w:r>
          </w:p>
          <w:p w:rsidR="00125C10" w:rsidRPr="00A75DD7" w:rsidRDefault="00125C10" w:rsidP="00711506">
            <w:r>
              <w:t>Уметь решать уравнения вида cos</w:t>
            </w:r>
            <w:r w:rsidRPr="00A75DD7">
              <w:t xml:space="preserve"> </w:t>
            </w:r>
            <w:r>
              <w:t xml:space="preserve">x = </w:t>
            </w:r>
            <w:r>
              <w:rPr>
                <w:lang w:val="en-US"/>
              </w:rPr>
              <w:t>a</w:t>
            </w:r>
            <w:r>
              <w:t xml:space="preserve"> и уравнений, которые приводятся к такому виду.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Простейшие </w:t>
            </w:r>
            <w:r w:rsidRPr="009D71A2">
              <w:t>тригонометрические</w:t>
            </w:r>
            <w:r>
              <w:t xml:space="preserve"> уравнения вида</w:t>
            </w:r>
            <w:r w:rsidRPr="00AA0052">
              <w:t xml:space="preserve"> </w:t>
            </w:r>
            <w:r>
              <w:rPr>
                <w:lang w:val="en-US"/>
              </w:rPr>
              <w:t>sin</w:t>
            </w:r>
            <w:r>
              <w:t xml:space="preserve"> x = </w:t>
            </w:r>
            <w:r>
              <w:rPr>
                <w:lang w:val="en-US"/>
              </w:rPr>
              <w:t>a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тригоно-метрических уравнений, формулу корней уравнения</w:t>
            </w:r>
            <w:r w:rsidRPr="00A75DD7">
              <w:t xml:space="preserve"> </w:t>
            </w:r>
            <w:r>
              <w:rPr>
                <w:lang w:val="en-US"/>
              </w:rPr>
              <w:t>sin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>, особую форму записи решений для частных случаев.</w:t>
            </w:r>
          </w:p>
          <w:p w:rsidR="00125C10" w:rsidRPr="005F4D39" w:rsidRDefault="00125C10" w:rsidP="00711506">
            <w:r>
              <w:t>Уметь решать уравнения вида</w:t>
            </w:r>
            <w:r w:rsidRPr="00A75DD7">
              <w:t xml:space="preserve"> </w:t>
            </w:r>
            <w:r>
              <w:rPr>
                <w:lang w:val="en-US"/>
              </w:rPr>
              <w:t>sin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 xml:space="preserve"> и уравнений, которые приводятся к такому виду.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108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Простейшие </w:t>
            </w:r>
            <w:r w:rsidRPr="009D71A2">
              <w:t>тригонометрические</w:t>
            </w:r>
            <w:r>
              <w:t xml:space="preserve"> уравнения вида</w:t>
            </w:r>
            <w:r w:rsidRPr="00AA0052">
              <w:t xml:space="preserve"> </w:t>
            </w:r>
            <w:r>
              <w:rPr>
                <w:lang w:val="en-US"/>
              </w:rPr>
              <w:t>tg</w:t>
            </w:r>
            <w:r>
              <w:t xml:space="preserve"> x = </w:t>
            </w:r>
            <w:r>
              <w:rPr>
                <w:lang w:val="en-US"/>
              </w:rPr>
              <w:t>a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уравнений, формулу корней уравнения</w:t>
            </w:r>
            <w:r w:rsidRPr="00A75DD7">
              <w:t xml:space="preserve"> </w:t>
            </w:r>
            <w:r>
              <w:rPr>
                <w:lang w:val="en-US"/>
              </w:rPr>
              <w:t>tg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>, особую форму записи решений для частных случаев.</w:t>
            </w:r>
          </w:p>
          <w:p w:rsidR="00125C10" w:rsidRPr="005F4D39" w:rsidRDefault="00125C10" w:rsidP="00711506">
            <w:r>
              <w:t>Уметь решать уравнения вида</w:t>
            </w:r>
            <w:r w:rsidRPr="0026533F">
              <w:t xml:space="preserve"> </w:t>
            </w:r>
            <w:r>
              <w:rPr>
                <w:lang w:val="en-US"/>
              </w:rPr>
              <w:t>tg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 xml:space="preserve"> и уравнений, которые приводятся к такому виду.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109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Простейшие </w:t>
            </w:r>
            <w:r w:rsidRPr="009D71A2">
              <w:t>тригонометрические</w:t>
            </w:r>
            <w:r>
              <w:t xml:space="preserve"> уравнения вида</w:t>
            </w:r>
            <w:r w:rsidRPr="00AA0052">
              <w:t xml:space="preserve"> </w:t>
            </w:r>
            <w:r>
              <w:rPr>
                <w:lang w:val="en-US"/>
              </w:rPr>
              <w:t>ctg</w:t>
            </w:r>
            <w:r>
              <w:t xml:space="preserve"> x = </w:t>
            </w:r>
            <w:r>
              <w:rPr>
                <w:lang w:val="en-US"/>
              </w:rPr>
              <w:t>a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уравнений, формулу корней уравнения</w:t>
            </w:r>
            <w:r w:rsidRPr="00A75DD7">
              <w:t xml:space="preserve"> </w:t>
            </w:r>
            <w:r>
              <w:rPr>
                <w:lang w:val="en-US"/>
              </w:rPr>
              <w:t>ctg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>, особую форму записи решений для частных случаев.</w:t>
            </w:r>
          </w:p>
          <w:p w:rsidR="00125C10" w:rsidRDefault="00125C10" w:rsidP="00711506">
            <w:r>
              <w:t>Уметь решать уравнения вида</w:t>
            </w:r>
            <w:r w:rsidRPr="0026533F">
              <w:t xml:space="preserve"> </w:t>
            </w:r>
            <w:r>
              <w:rPr>
                <w:lang w:val="en-US"/>
              </w:rPr>
              <w:t>ctg</w:t>
            </w:r>
            <w:r>
              <w:t xml:space="preserve"> x = </w:t>
            </w:r>
            <w:r>
              <w:rPr>
                <w:lang w:val="en-US"/>
              </w:rPr>
              <w:t>a</w:t>
            </w:r>
            <w:r>
              <w:t xml:space="preserve"> и уравнений, которые приводятся к такому виду.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110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Решение простейших тригонометрических неравенств вида</w:t>
            </w:r>
            <w:r w:rsidRPr="002D1083">
              <w:t xml:space="preserve">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≥ 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≤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›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‹ </w:t>
            </w:r>
            <w:r>
              <w:rPr>
                <w:lang w:val="en-US"/>
              </w:rPr>
              <w:t>a</w:t>
            </w:r>
            <w:r>
              <w:t>.</w:t>
            </w:r>
          </w:p>
          <w:p w:rsidR="00125C10" w:rsidRPr="009D71A2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неравенств, различные способы решения неравенств вида</w:t>
            </w:r>
            <w:r w:rsidRPr="002D1083">
              <w:t xml:space="preserve">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≥ 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≤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›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sin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‹ </w:t>
            </w:r>
            <w:r>
              <w:rPr>
                <w:lang w:val="en-US"/>
              </w:rPr>
              <w:t>a</w:t>
            </w:r>
            <w:r>
              <w:t>.</w:t>
            </w:r>
          </w:p>
          <w:p w:rsidR="00125C10" w:rsidRPr="002D1083" w:rsidRDefault="00125C10" w:rsidP="00711506">
            <w:r>
              <w:t>Уметь отмечать решения простейших тригонометрических неравенств на графике функции и на единичной окружности.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111</w:t>
            </w:r>
          </w:p>
        </w:tc>
        <w:tc>
          <w:tcPr>
            <w:tcW w:w="1763" w:type="pct"/>
            <w:vAlign w:val="center"/>
          </w:tcPr>
          <w:p w:rsidR="00125C10" w:rsidRPr="00AA0052" w:rsidRDefault="00125C10" w:rsidP="00711506">
            <w:pPr>
              <w:rPr>
                <w:lang w:val="en-US"/>
              </w:rPr>
            </w:pPr>
            <w:r w:rsidRPr="009D71A2">
              <w:t>Решение</w:t>
            </w:r>
            <w:r w:rsidRPr="00AA0052">
              <w:rPr>
                <w:lang w:val="en-US"/>
              </w:rPr>
              <w:t xml:space="preserve"> </w:t>
            </w:r>
            <w:r w:rsidRPr="009D71A2">
              <w:t>уравнений</w:t>
            </w:r>
            <w:r w:rsidRPr="00AA0052">
              <w:rPr>
                <w:lang w:val="en-US"/>
              </w:rPr>
              <w:t xml:space="preserve"> </w:t>
            </w:r>
            <w:r>
              <w:t>вида</w:t>
            </w:r>
            <w:r w:rsidRPr="00AA0052">
              <w:rPr>
                <w:lang w:val="en-US"/>
              </w:rPr>
              <w:t xml:space="preserve"> </w:t>
            </w:r>
            <w:r w:rsidRPr="0026533F">
              <w:rPr>
                <w:lang w:val="en-US"/>
              </w:rPr>
              <w:t>cos</w:t>
            </w:r>
            <w:r w:rsidRPr="00AA0052">
              <w:rPr>
                <w:lang w:val="en-US"/>
              </w:rPr>
              <w:t xml:space="preserve"> </w:t>
            </w:r>
            <w:r>
              <w:rPr>
                <w:lang w:val="en-US"/>
              </w:rPr>
              <w:t>x</w:t>
            </w:r>
            <w:r w:rsidRPr="00AA0052">
              <w:rPr>
                <w:lang w:val="en-US"/>
              </w:rPr>
              <w:t xml:space="preserve">≥  </w:t>
            </w:r>
            <w:r>
              <w:rPr>
                <w:lang w:val="en-US"/>
              </w:rPr>
              <w:t>a</w:t>
            </w:r>
            <w:r w:rsidRPr="00AA0052">
              <w:rPr>
                <w:lang w:val="en-US"/>
              </w:rPr>
              <w:t xml:space="preserve">, </w:t>
            </w:r>
            <w:r w:rsidRPr="0026533F">
              <w:rPr>
                <w:lang w:val="en-US"/>
              </w:rPr>
              <w:t>cos</w:t>
            </w:r>
            <w:r w:rsidRPr="00AA0052">
              <w:rPr>
                <w:lang w:val="en-US"/>
              </w:rPr>
              <w:t xml:space="preserve"> </w:t>
            </w:r>
            <w:r>
              <w:rPr>
                <w:lang w:val="en-US"/>
              </w:rPr>
              <w:t>x</w:t>
            </w:r>
            <w:r w:rsidRPr="00AA0052">
              <w:rPr>
                <w:lang w:val="en-US"/>
              </w:rPr>
              <w:t xml:space="preserve"> ≤ </w:t>
            </w:r>
            <w:r>
              <w:rPr>
                <w:lang w:val="en-US"/>
              </w:rPr>
              <w:t>a</w:t>
            </w:r>
            <w:r w:rsidRPr="00AA0052">
              <w:rPr>
                <w:lang w:val="en-US"/>
              </w:rPr>
              <w:t xml:space="preserve">, </w:t>
            </w:r>
            <w:r w:rsidRPr="0026533F">
              <w:rPr>
                <w:lang w:val="en-US"/>
              </w:rPr>
              <w:t>cos</w:t>
            </w:r>
            <w:r w:rsidRPr="00AA0052">
              <w:rPr>
                <w:lang w:val="en-US"/>
              </w:rPr>
              <w:t xml:space="preserve"> </w:t>
            </w:r>
            <w:r>
              <w:rPr>
                <w:lang w:val="en-US"/>
              </w:rPr>
              <w:t>x</w:t>
            </w:r>
            <w:r w:rsidRPr="00AA0052">
              <w:rPr>
                <w:lang w:val="en-US"/>
              </w:rPr>
              <w:t xml:space="preserve"> › </w:t>
            </w:r>
            <w:r>
              <w:rPr>
                <w:lang w:val="en-US"/>
              </w:rPr>
              <w:t>a</w:t>
            </w:r>
            <w:r w:rsidRPr="00AA0052">
              <w:rPr>
                <w:lang w:val="en-US"/>
              </w:rPr>
              <w:t xml:space="preserve">, </w:t>
            </w:r>
            <w:r w:rsidRPr="0026533F">
              <w:rPr>
                <w:lang w:val="en-US"/>
              </w:rPr>
              <w:t>cos</w:t>
            </w:r>
            <w:r w:rsidRPr="00AA0052">
              <w:rPr>
                <w:lang w:val="en-US"/>
              </w:rPr>
              <w:t xml:space="preserve"> </w:t>
            </w:r>
            <w:r>
              <w:rPr>
                <w:lang w:val="en-US"/>
              </w:rPr>
              <w:t>x</w:t>
            </w:r>
            <w:r w:rsidRPr="00AA0052">
              <w:rPr>
                <w:lang w:val="en-US"/>
              </w:rPr>
              <w:t xml:space="preserve"> ‹ </w:t>
            </w:r>
            <w:r>
              <w:rPr>
                <w:lang w:val="en-US"/>
              </w:rPr>
              <w:t>a</w:t>
            </w:r>
            <w:r w:rsidRPr="00AA0052">
              <w:rPr>
                <w:lang w:val="en-US"/>
              </w:rPr>
              <w:t>.</w:t>
            </w:r>
          </w:p>
          <w:p w:rsidR="00125C10" w:rsidRPr="00AA0052" w:rsidRDefault="00125C10" w:rsidP="00711506">
            <w:pPr>
              <w:ind w:left="360"/>
              <w:rPr>
                <w:lang w:val="en-US"/>
              </w:rPr>
            </w:pP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неравенств, различные способы решения неравенств вида</w:t>
            </w:r>
            <w:r w:rsidRPr="002D1083">
              <w:t xml:space="preserve"> </w:t>
            </w:r>
            <w:r w:rsidRPr="0026533F">
              <w:rPr>
                <w:lang w:val="en-US"/>
              </w:rPr>
              <w:t>cos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≥ 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 w:rsidRPr="0026533F">
              <w:rPr>
                <w:lang w:val="en-US"/>
              </w:rPr>
              <w:t>cos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≤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 w:rsidRPr="0026533F">
              <w:rPr>
                <w:lang w:val="en-US"/>
              </w:rPr>
              <w:t>cos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›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 w:rsidRPr="0026533F">
              <w:rPr>
                <w:lang w:val="en-US"/>
              </w:rPr>
              <w:t>cos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‹ </w:t>
            </w:r>
            <w:r>
              <w:rPr>
                <w:lang w:val="en-US"/>
              </w:rPr>
              <w:t>a</w:t>
            </w:r>
            <w:r>
              <w:t>.</w:t>
            </w:r>
          </w:p>
          <w:p w:rsidR="00125C10" w:rsidRPr="002D1083" w:rsidRDefault="00125C10" w:rsidP="00711506">
            <w:r>
              <w:t>Уметь отмечать решения простейших тригонометрических неравенств на графике функции и на единичной окружности.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112</w:t>
            </w:r>
          </w:p>
        </w:tc>
        <w:tc>
          <w:tcPr>
            <w:tcW w:w="1763" w:type="pct"/>
            <w:vAlign w:val="center"/>
          </w:tcPr>
          <w:p w:rsidR="00125C10" w:rsidRPr="00AA0052" w:rsidRDefault="00125C10" w:rsidP="00711506">
            <w:r w:rsidRPr="00AA0052">
              <w:t xml:space="preserve">Решение простейших тригонометрических неравенств вида </w:t>
            </w:r>
            <w:r w:rsidRPr="00AA0052">
              <w:rPr>
                <w:lang w:val="en-US"/>
              </w:rPr>
              <w:t>tg</w:t>
            </w:r>
            <w:r w:rsidRPr="00AA0052">
              <w:t xml:space="preserve"> </w:t>
            </w:r>
            <w:r w:rsidRPr="00AA0052">
              <w:rPr>
                <w:lang w:val="en-US"/>
              </w:rPr>
              <w:t>x</w:t>
            </w:r>
            <w:r w:rsidRPr="00AA0052">
              <w:t xml:space="preserve">≥  </w:t>
            </w:r>
            <w:r w:rsidRPr="00AA0052">
              <w:rPr>
                <w:lang w:val="en-US"/>
              </w:rPr>
              <w:t>a</w:t>
            </w:r>
            <w:r w:rsidRPr="00AA0052">
              <w:t xml:space="preserve">, </w:t>
            </w:r>
            <w:r w:rsidRPr="00AA0052">
              <w:rPr>
                <w:lang w:val="en-US"/>
              </w:rPr>
              <w:t>tg</w:t>
            </w:r>
            <w:r w:rsidRPr="00AA0052">
              <w:t xml:space="preserve"> </w:t>
            </w:r>
            <w:r w:rsidRPr="00AA0052">
              <w:rPr>
                <w:lang w:val="en-US"/>
              </w:rPr>
              <w:t>x</w:t>
            </w:r>
            <w:r w:rsidRPr="00AA0052">
              <w:t xml:space="preserve"> ≤ </w:t>
            </w:r>
            <w:r w:rsidRPr="00AA0052">
              <w:rPr>
                <w:lang w:val="en-US"/>
              </w:rPr>
              <w:t>a</w:t>
            </w:r>
            <w:r w:rsidRPr="00AA0052">
              <w:t xml:space="preserve">,  </w:t>
            </w:r>
            <w:r w:rsidRPr="00AA0052">
              <w:rPr>
                <w:lang w:val="en-US"/>
              </w:rPr>
              <w:t>tg</w:t>
            </w:r>
            <w:r w:rsidRPr="00AA0052">
              <w:t xml:space="preserve"> </w:t>
            </w:r>
            <w:r w:rsidRPr="00AA0052">
              <w:rPr>
                <w:lang w:val="en-US"/>
              </w:rPr>
              <w:t>x</w:t>
            </w:r>
            <w:r w:rsidRPr="00AA0052">
              <w:t xml:space="preserve"> › </w:t>
            </w:r>
            <w:r w:rsidRPr="00AA0052">
              <w:rPr>
                <w:lang w:val="en-US"/>
              </w:rPr>
              <w:t>a</w:t>
            </w:r>
            <w:r w:rsidRPr="00AA0052">
              <w:t xml:space="preserve">, </w:t>
            </w:r>
            <w:r>
              <w:t xml:space="preserve">    </w:t>
            </w:r>
            <w:r w:rsidRPr="00AA0052">
              <w:rPr>
                <w:lang w:val="en-US"/>
              </w:rPr>
              <w:t>tg</w:t>
            </w:r>
            <w:r w:rsidRPr="00AA0052">
              <w:t xml:space="preserve"> </w:t>
            </w:r>
            <w:r w:rsidRPr="00AA0052">
              <w:rPr>
                <w:lang w:val="en-US"/>
              </w:rPr>
              <w:t>x</w:t>
            </w:r>
            <w:r w:rsidRPr="00AA0052">
              <w:t xml:space="preserve"> ‹ </w:t>
            </w:r>
            <w:r w:rsidRPr="00AA0052">
              <w:rPr>
                <w:lang w:val="en-US"/>
              </w:rPr>
              <w:t>a</w:t>
            </w:r>
          </w:p>
          <w:p w:rsidR="00125C10" w:rsidRPr="00057CC0" w:rsidRDefault="00125C10" w:rsidP="00711506">
            <w:pPr>
              <w:ind w:left="360"/>
              <w:rPr>
                <w:i/>
              </w:rPr>
            </w:pP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неравенств, различные способы решения неравенств вида. вида</w:t>
            </w:r>
            <w:r w:rsidRPr="002D1083">
              <w:t xml:space="preserve"> </w:t>
            </w:r>
            <w:r>
              <w:rPr>
                <w:lang w:val="en-US"/>
              </w:rPr>
              <w:t>tg</w:t>
            </w:r>
            <w:r w:rsidRPr="0026533F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≥ 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tg</w:t>
            </w:r>
            <w:r w:rsidRPr="0026533F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≤ </w:t>
            </w:r>
            <w:r>
              <w:rPr>
                <w:lang w:val="en-US"/>
              </w:rPr>
              <w:t>a</w:t>
            </w:r>
            <w:r w:rsidRPr="002D1083">
              <w:t xml:space="preserve">,  </w:t>
            </w:r>
            <w:r>
              <w:rPr>
                <w:lang w:val="en-US"/>
              </w:rPr>
              <w:t>tg</w:t>
            </w:r>
            <w:r w:rsidRPr="0026533F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› </w:t>
            </w:r>
            <w:r>
              <w:rPr>
                <w:lang w:val="en-US"/>
              </w:rPr>
              <w:t>a</w:t>
            </w:r>
            <w:r w:rsidRPr="002D1083">
              <w:t>,</w:t>
            </w:r>
          </w:p>
          <w:p w:rsidR="00125C10" w:rsidRDefault="00125C10" w:rsidP="00711506">
            <w:r w:rsidRPr="002D1083">
              <w:t xml:space="preserve"> </w:t>
            </w:r>
            <w:r>
              <w:rPr>
                <w:lang w:val="en-US"/>
              </w:rPr>
              <w:t>tg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‹ </w:t>
            </w:r>
            <w:r>
              <w:rPr>
                <w:lang w:val="en-US"/>
              </w:rPr>
              <w:t>a</w:t>
            </w:r>
          </w:p>
          <w:p w:rsidR="00125C10" w:rsidRPr="002D1083" w:rsidRDefault="00125C10" w:rsidP="00711506">
            <w:r>
              <w:t>Уметь отмечать решения простейших тригонометрических неравенств на графике функции и на единичной окружности.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113</w:t>
            </w:r>
          </w:p>
        </w:tc>
        <w:tc>
          <w:tcPr>
            <w:tcW w:w="1763" w:type="pct"/>
            <w:vAlign w:val="center"/>
          </w:tcPr>
          <w:p w:rsidR="00125C10" w:rsidRPr="005B7557" w:rsidRDefault="00125C10" w:rsidP="00711506">
            <w:r w:rsidRPr="00AA0052">
              <w:t>Решение простейших тригонометрических неравенств</w:t>
            </w:r>
            <w:r w:rsidRPr="005B7557">
              <w:t xml:space="preserve"> </w:t>
            </w:r>
            <w:r>
              <w:t>вида</w:t>
            </w:r>
            <w:r w:rsidRPr="005B7557">
              <w:t xml:space="preserve"> </w:t>
            </w:r>
            <w:r>
              <w:rPr>
                <w:lang w:val="en-US"/>
              </w:rPr>
              <w:t>ctg</w:t>
            </w:r>
            <w:r w:rsidRPr="005B7557">
              <w:t xml:space="preserve"> </w:t>
            </w:r>
            <w:r>
              <w:rPr>
                <w:lang w:val="en-US"/>
              </w:rPr>
              <w:t>x</w:t>
            </w:r>
            <w:r w:rsidRPr="005B7557">
              <w:t xml:space="preserve">≥  </w:t>
            </w:r>
            <w:r>
              <w:rPr>
                <w:lang w:val="en-US"/>
              </w:rPr>
              <w:t>a</w:t>
            </w:r>
            <w:r w:rsidRPr="005B7557">
              <w:t xml:space="preserve">, </w:t>
            </w:r>
            <w:r>
              <w:rPr>
                <w:lang w:val="en-US"/>
              </w:rPr>
              <w:t>ctg</w:t>
            </w:r>
            <w:r w:rsidRPr="005B7557">
              <w:t xml:space="preserve"> </w:t>
            </w:r>
            <w:r>
              <w:rPr>
                <w:lang w:val="en-US"/>
              </w:rPr>
              <w:t>x</w:t>
            </w:r>
            <w:r w:rsidRPr="005B7557">
              <w:t xml:space="preserve"> ≤ </w:t>
            </w:r>
            <w:r>
              <w:rPr>
                <w:lang w:val="en-US"/>
              </w:rPr>
              <w:t>a</w:t>
            </w:r>
            <w:r w:rsidRPr="005B7557">
              <w:t xml:space="preserve">,  </w:t>
            </w:r>
            <w:r>
              <w:rPr>
                <w:lang w:val="en-US"/>
              </w:rPr>
              <w:t>ctg</w:t>
            </w:r>
            <w:r w:rsidRPr="005B7557">
              <w:t xml:space="preserve"> </w:t>
            </w:r>
            <w:r>
              <w:rPr>
                <w:lang w:val="en-US"/>
              </w:rPr>
              <w:t>x</w:t>
            </w:r>
            <w:r w:rsidRPr="005B7557">
              <w:t xml:space="preserve"> › </w:t>
            </w:r>
            <w:r>
              <w:rPr>
                <w:lang w:val="en-US"/>
              </w:rPr>
              <w:t>a</w:t>
            </w:r>
            <w:r w:rsidRPr="005B7557">
              <w:t xml:space="preserve">, </w:t>
            </w:r>
            <w:r>
              <w:rPr>
                <w:lang w:val="en-US"/>
              </w:rPr>
              <w:t>ctg</w:t>
            </w:r>
            <w:r w:rsidRPr="005B7557">
              <w:t xml:space="preserve"> </w:t>
            </w:r>
            <w:r>
              <w:rPr>
                <w:lang w:val="en-US"/>
              </w:rPr>
              <w:t>x</w:t>
            </w:r>
            <w:r w:rsidRPr="005B7557">
              <w:t xml:space="preserve"> ‹ </w:t>
            </w:r>
            <w:r>
              <w:rPr>
                <w:lang w:val="en-US"/>
              </w:rPr>
              <w:t>a</w:t>
            </w:r>
          </w:p>
          <w:p w:rsidR="00125C10" w:rsidRPr="005B7557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простейших тригонометрических неравенств, различные способы решения неравенств вида вида</w:t>
            </w:r>
            <w:r w:rsidRPr="002D1083">
              <w:t xml:space="preserve"> </w:t>
            </w:r>
            <w:r>
              <w:rPr>
                <w:lang w:val="en-US"/>
              </w:rPr>
              <w:t>ctg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≥ 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ctg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≤ </w:t>
            </w:r>
            <w:r>
              <w:rPr>
                <w:lang w:val="en-US"/>
              </w:rPr>
              <w:t>a</w:t>
            </w:r>
            <w:r w:rsidRPr="002D1083">
              <w:t xml:space="preserve">,  </w:t>
            </w:r>
            <w:r>
              <w:rPr>
                <w:lang w:val="en-US"/>
              </w:rPr>
              <w:t>ctg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› </w:t>
            </w:r>
            <w:r>
              <w:rPr>
                <w:lang w:val="en-US"/>
              </w:rPr>
              <w:t>a</w:t>
            </w:r>
            <w:r w:rsidRPr="002D1083">
              <w:t xml:space="preserve">, </w:t>
            </w:r>
            <w:r>
              <w:rPr>
                <w:lang w:val="en-US"/>
              </w:rPr>
              <w:t>ctg</w:t>
            </w:r>
            <w:r w:rsidRPr="002D1083">
              <w:t xml:space="preserve"> </w:t>
            </w:r>
            <w:r>
              <w:rPr>
                <w:lang w:val="en-US"/>
              </w:rPr>
              <w:t>x</w:t>
            </w:r>
            <w:r w:rsidRPr="002D1083">
              <w:t xml:space="preserve"> ‹ </w:t>
            </w:r>
            <w:r>
              <w:rPr>
                <w:lang w:val="en-US"/>
              </w:rPr>
              <w:t>a</w:t>
            </w:r>
            <w:r>
              <w:t>.</w:t>
            </w:r>
          </w:p>
          <w:p w:rsidR="00125C10" w:rsidRPr="002D1083" w:rsidRDefault="00125C10" w:rsidP="00711506">
            <w:r>
              <w:t>Уметь отмечать решения простейших тригонометрических неравенств на графике функции и на единичной окружности.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Решение </w:t>
            </w:r>
            <w:r>
              <w:t>простейших тригонометрических неравенств (из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алгоритм решения простейших тригонометрических неравенств.</w:t>
            </w:r>
          </w:p>
          <w:p w:rsidR="00125C10" w:rsidRPr="002D1083" w:rsidRDefault="00125C10" w:rsidP="00711506">
            <w:r>
              <w:t>Уметь использовать его при решении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систем тригонометрических уравнений.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2D1083" w:rsidRDefault="00125C10" w:rsidP="00711506">
            <w:r>
              <w:t>Знать основные тригонометрические формулы, формулы для решения систем простейших тригонометрических уравнений.</w:t>
            </w:r>
            <w:r w:rsidRPr="001A6E94">
              <w:t xml:space="preserve"> </w:t>
            </w:r>
            <w:r>
              <w:t>Уметь решать тригонометрические уравнения, приводимые к квадратным уравнениям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однородных тригонометрических у</w:t>
            </w:r>
            <w:r w:rsidRPr="009D71A2">
              <w:t xml:space="preserve">равнений 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тригонометрические формулы, формулы для решения простейших тригонометрических уравнений.</w:t>
            </w:r>
          </w:p>
          <w:p w:rsidR="00125C10" w:rsidRDefault="00125C10" w:rsidP="00711506">
            <w:r>
              <w:t>Уметь решать однородные тригонометрические уравнения и уравнения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Решение уравнений  с использованием формул сложения и их следствий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тригонометрические формулы, формулы для решения простейших тригонометрических уравнений.</w:t>
            </w:r>
          </w:p>
          <w:p w:rsidR="00125C10" w:rsidRPr="002D1083" w:rsidRDefault="00125C10" w:rsidP="00711506">
            <w:r>
              <w:t>Уметь решать однородные тригонометрические уравнения и уравнения, приводимые к квадратным уравнениям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уравнений с использованием универсальной подстановки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тригонометрические формулы, формулы для решения простейших тригонометрических уравнений.</w:t>
            </w:r>
          </w:p>
          <w:p w:rsidR="00125C10" w:rsidRPr="002D1083" w:rsidRDefault="00125C10" w:rsidP="00711506">
            <w:r>
              <w:t>Уметь решать различные тригонометрические уравнения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119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уравнений с использованием универсальной подстановки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тригонометрические формулы, свойства тригонометрических функций, способ подстановки для решения систем уравнений.</w:t>
            </w:r>
          </w:p>
          <w:p w:rsidR="00125C10" w:rsidRPr="002D1083" w:rsidRDefault="00125C10" w:rsidP="00711506">
            <w:r>
              <w:t>Уметь решать системы тригонометрических  уравнений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120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тригонометрических уравнений разными приёмами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приёмы решения тригонометрических уравнений и систем тригонометрических уравнений.</w:t>
            </w:r>
          </w:p>
          <w:p w:rsidR="00125C10" w:rsidRPr="002D1083" w:rsidRDefault="00125C10" w:rsidP="00711506">
            <w:r>
              <w:t>Уметь решать тригонометрические уравнения и системы тригонометрических уравнений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тригонометрических уравнений       (из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2D1083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тригонометрических уравнений      (из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2D1083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123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Примеры функциональных зависимостей в реальных процессах и явлениях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привести примеры функциональных зависимостей в реальных процессах и явлениях.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124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 xml:space="preserve">Сложная функция. 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 сложной функции.</w:t>
            </w:r>
          </w:p>
          <w:p w:rsidR="00125C10" w:rsidRDefault="00125C10" w:rsidP="00711506">
            <w:r>
              <w:t>Уметь находить область определения сложной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125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 xml:space="preserve">Взаимно обратные функции. Область определения и область значений обратной функции. График обратной функции. 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 взаимно обратных функций.</w:t>
            </w:r>
          </w:p>
          <w:p w:rsidR="00125C10" w:rsidRDefault="00125C10" w:rsidP="00711506">
            <w:r>
              <w:t>Уметь находить область определения и область значений обратной функции,  строить графики обратных функций.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126</w:t>
            </w:r>
          </w:p>
        </w:tc>
        <w:tc>
          <w:tcPr>
            <w:tcW w:w="1763" w:type="pct"/>
            <w:vAlign w:val="center"/>
          </w:tcPr>
          <w:p w:rsidR="00125C10" w:rsidRDefault="00125C10" w:rsidP="001A6E94">
            <w:r>
              <w:t>Нахождение функции, обратной данной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находить функцию, обратную  данной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127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 по теме «Тригонометрические уравнения»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применить полученные знания  при решении заданий из ЕГЭ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128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Контрольная работа №6 по теме «Тригонометрические уравнения»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теоретические и практические знания о решении тригонометрических уравнений, неравенств, систем уравнений.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129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навыки расширения и обобщения знаний о, тригонометрических уравнениях, неравенствах, системах уравнений составлять текст научного стиля.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Глава </w:t>
            </w:r>
            <w:r w:rsidRPr="00057CC0">
              <w:rPr>
                <w:b/>
                <w:i/>
                <w:lang w:val="en-US"/>
              </w:rPr>
              <w:t>II</w:t>
            </w:r>
            <w:r w:rsidRPr="00057CC0">
              <w:rPr>
                <w:b/>
                <w:i/>
              </w:rPr>
              <w:t xml:space="preserve">. Перпендикулярность прямых и плоскостей </w:t>
            </w:r>
          </w:p>
          <w:p w:rsidR="00125C10" w:rsidRPr="00057CC0" w:rsidRDefault="00125C10" w:rsidP="00711506">
            <w:pPr>
              <w:rPr>
                <w:b/>
              </w:rPr>
            </w:pP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>§1. Перпендикулярность прямой и плоскости</w:t>
            </w:r>
          </w:p>
        </w:tc>
        <w:tc>
          <w:tcPr>
            <w:tcW w:w="400" w:type="pct"/>
            <w:vAlign w:val="center"/>
          </w:tcPr>
          <w:p w:rsidR="00125C10" w:rsidRPr="004E2328" w:rsidRDefault="00125C10" w:rsidP="00711506">
            <w:r w:rsidRPr="004E2328">
              <w:t>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Перпендикулярные прямые в пространстве. Параллельные прямые, перпендикулярные к плоскости.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 w:rsidRPr="009D71A2">
              <w:t>Доказать лемму о перпендикулярности двух параллельн</w:t>
            </w:r>
            <w:r>
              <w:t>ых прямых к третьей прямой.</w:t>
            </w:r>
          </w:p>
          <w:p w:rsidR="00125C10" w:rsidRDefault="00125C10" w:rsidP="00711506">
            <w:r>
              <w:t>Знать</w:t>
            </w:r>
            <w:r w:rsidRPr="009D71A2">
              <w:t xml:space="preserve"> определение</w:t>
            </w:r>
            <w:r>
              <w:t xml:space="preserve"> перпендикулярных прямых, определение</w:t>
            </w:r>
            <w:r w:rsidRPr="009D71A2">
              <w:t xml:space="preserve"> перпендикуляр</w:t>
            </w:r>
            <w:r>
              <w:t xml:space="preserve">ной прямой </w:t>
            </w:r>
            <w:r w:rsidRPr="009D71A2">
              <w:t xml:space="preserve"> к плоскости.</w:t>
            </w:r>
          </w:p>
          <w:p w:rsidR="00125C10" w:rsidRPr="009D71A2" w:rsidRDefault="00125C10" w:rsidP="00711506">
            <w:r>
              <w:t>Уметь распознавать на моделях перпендикулярные прямые в пространстве.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Признак перпендикулярности прямой и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Доказать</w:t>
            </w:r>
            <w:r>
              <w:t xml:space="preserve"> и знать </w:t>
            </w:r>
            <w:r w:rsidRPr="009D71A2">
              <w:t xml:space="preserve"> признак перпендикулярности прямой и плоскости и уметь применять его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Теорема о прямой, перпендикулярной к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 xml:space="preserve">Доказать </w:t>
            </w:r>
            <w:r>
              <w:t xml:space="preserve"> и знать теорему </w:t>
            </w:r>
            <w:r w:rsidRPr="009D71A2">
              <w:t>существования и единственности прямой, перпендикулярной к плоскости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перпендикулярность прямой и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Сформировать навык применения изученных теорем к решению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перпендикулярность прямой и плоскости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находить расстояние от точки, лежащей на прямой, перпендикулярной к плоскости квадрата, правильного треугольника, ромба до их вершин, используя соотношения в прямоугольном треугольнике.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§2. Перпендикуляр и наклонные. Угол между прямой и плоскостью </w:t>
            </w:r>
          </w:p>
        </w:tc>
        <w:tc>
          <w:tcPr>
            <w:tcW w:w="400" w:type="pct"/>
            <w:vAlign w:val="center"/>
          </w:tcPr>
          <w:p w:rsidR="00125C10" w:rsidRPr="004E2328" w:rsidRDefault="00125C10" w:rsidP="00711506">
            <w:r>
              <w:t>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Расстояние от точки до плоскости. Теорема о трех перпендикулярах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026719" w:rsidRDefault="00125C10" w:rsidP="00711506"/>
          <w:p w:rsidR="00125C10" w:rsidRPr="001A6E94" w:rsidRDefault="00125C10" w:rsidP="00711506">
            <w:r w:rsidRPr="009D71A2">
              <w:t>Ввести понятие расстояния от точки до плоскости, перпендикуляра к плоскости из точки, наклонной, проведенной из точки к плоскости, основания наклонной, проекции  наклонной. Рассмотреть связь между наклонной, ее проекцией и пер</w:t>
            </w:r>
            <w:r>
              <w:t>пендикуляром.</w:t>
            </w:r>
          </w:p>
          <w:p w:rsidR="00125C10" w:rsidRDefault="00125C10" w:rsidP="00711506">
            <w:r>
              <w:t xml:space="preserve">Знать </w:t>
            </w:r>
            <w:r w:rsidRPr="009D71A2">
              <w:t>теорему о трех перпендикулярах</w:t>
            </w:r>
            <w:r>
              <w:t>.</w:t>
            </w:r>
          </w:p>
          <w:p w:rsidR="00125C10" w:rsidRPr="009D71A2" w:rsidRDefault="00125C10" w:rsidP="00711506">
            <w:r>
              <w:t>Уметь находить наклонную или её проекцию, применяя теорему Пифагора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Угол между прямой и плоскостью.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</w:t>
            </w:r>
            <w:r w:rsidRPr="009D71A2">
              <w:t xml:space="preserve"> понятие прямоугольной проекции фигуры</w:t>
            </w:r>
            <w:r>
              <w:t>;</w:t>
            </w:r>
            <w:r w:rsidRPr="009D71A2">
              <w:t xml:space="preserve"> определение угла между прямой и плоскостью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применение теоремы о трех перпендикулярах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применять теорему о трёх перпендикулярах при решении задач на доказательство перпендикулярности двух прямых; изображать угол между прямой и плоскостью на чертежах.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</w:t>
            </w:r>
            <w:r>
              <w:t xml:space="preserve"> вычисление угла</w:t>
            </w:r>
            <w:r w:rsidRPr="009D71A2">
              <w:t xml:space="preserve"> между прямой и плоскостью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находить наклонную. Её проекцию.</w:t>
            </w:r>
          </w:p>
          <w:p w:rsidR="00125C10" w:rsidRDefault="00125C10" w:rsidP="00711506">
            <w:r>
              <w:t>Знать длину перпендикуляра и угол наклона.</w:t>
            </w:r>
          </w:p>
          <w:p w:rsidR="00125C10" w:rsidRPr="009D71A2" w:rsidRDefault="00125C10" w:rsidP="00711506">
            <w:r>
              <w:t>Уметь находить  угол между прямой и плоскостью. Используя соотношения в прямоугольном прямоугольнике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139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на применение теоремы о трех перпендикулярах, на угол между прямой и плоскостью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Сформировать навык применения изученного материала к решению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§3. Двугранный угол. Перпендикулярность плоскостей </w:t>
            </w:r>
          </w:p>
        </w:tc>
        <w:tc>
          <w:tcPr>
            <w:tcW w:w="400" w:type="pct"/>
            <w:vAlign w:val="center"/>
          </w:tcPr>
          <w:p w:rsidR="00125C10" w:rsidRPr="004E2328" w:rsidRDefault="00125C10" w:rsidP="00711506">
            <w:r>
              <w:t>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Двугранный угол. </w:t>
            </w:r>
            <w:r>
              <w:t>Линейный угол двугранного угла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</w:t>
            </w:r>
            <w:r w:rsidRPr="009D71A2">
              <w:t xml:space="preserve"> определение двугранного угла, изучить свойства двугранного угла</w:t>
            </w:r>
            <w:r>
              <w:t>.</w:t>
            </w:r>
          </w:p>
          <w:p w:rsidR="00125C10" w:rsidRPr="009D71A2" w:rsidRDefault="00125C10" w:rsidP="00711506">
            <w:r>
              <w:t>Уметь строить линейный угол двугранного угла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Двугранный угол. Признак перпендикулярности двух плоскостей.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признак перпендикулярности двух плоскостей, знать этапы доказательства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Прямоугольный параллелепипед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определение </w:t>
            </w:r>
            <w:r w:rsidRPr="009D71A2">
              <w:t xml:space="preserve"> прямоугольного параллелепипеда,</w:t>
            </w:r>
            <w:r>
              <w:t xml:space="preserve"> куба.</w:t>
            </w:r>
          </w:p>
          <w:p w:rsidR="00125C10" w:rsidRPr="009D71A2" w:rsidRDefault="00125C10" w:rsidP="00711506">
            <w:r>
              <w:t>Уметь</w:t>
            </w:r>
            <w:r w:rsidRPr="009D71A2">
              <w:t xml:space="preserve"> доказать свойства диагоналей прямоугольного параллелепипеда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Прямоугольный параллелепипед</w:t>
            </w:r>
            <w:r>
              <w:t xml:space="preserve">. Свойства </w:t>
            </w:r>
            <w:r w:rsidRPr="009D71A2">
              <w:t>диагоналей прямоугольного параллелепипеда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Уметь применять свойства диагоналей </w:t>
            </w:r>
            <w:r w:rsidRPr="009D71A2">
              <w:t>прямоугольного параллелепипеда</w:t>
            </w:r>
            <w:r>
              <w:t xml:space="preserve"> при нахождении его диагонали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по тепе «Двугранный угол. Перпендикулярность плоскостей»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Сформировать навык решения задач по изученной теме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145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Подготовка к контрольной работе</w:t>
            </w:r>
          </w:p>
          <w:p w:rsidR="00125C10" w:rsidRDefault="00125C10" w:rsidP="00711506"/>
          <w:p w:rsidR="00125C10" w:rsidRPr="009D71A2" w:rsidRDefault="00125C10" w:rsidP="00711506">
            <w:r>
              <w:t>по  теме</w:t>
            </w:r>
            <w:r w:rsidRPr="009D71A2">
              <w:t xml:space="preserve"> «Перпендикулярность прямых и плоскостей»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куба. Параллелепипеда.</w:t>
            </w:r>
          </w:p>
          <w:p w:rsidR="00125C10" w:rsidRDefault="00125C10" w:rsidP="00711506">
            <w:r>
              <w:t>Уметь находить диагональ куба, зная его ребро и наоборот; находить угол между диагональю куба и плоскостью одной из его граней;</w:t>
            </w:r>
          </w:p>
          <w:p w:rsidR="00125C10" w:rsidRDefault="00125C10" w:rsidP="00711506">
            <w:r>
              <w:t xml:space="preserve">Находить измерения </w:t>
            </w:r>
            <w:r w:rsidRPr="009D71A2">
              <w:t>прямоугольного параллелепипеда</w:t>
            </w:r>
            <w:r>
              <w:t>, знать его диагональ и угол между диагональю и одной из граней;</w:t>
            </w:r>
          </w:p>
          <w:p w:rsidR="00125C10" w:rsidRPr="009D71A2" w:rsidRDefault="00125C10" w:rsidP="00711506">
            <w:r>
              <w:t xml:space="preserve">Находить угол между гранью и диагональным сечением прямоугольного </w:t>
            </w:r>
            <w:r w:rsidRPr="009D71A2">
              <w:t>параллелепипеда</w:t>
            </w:r>
            <w:r>
              <w:t>, куба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rPr>
          <w:trHeight w:val="1982"/>
        </w:trPr>
        <w:tc>
          <w:tcPr>
            <w:tcW w:w="336" w:type="pct"/>
            <w:vAlign w:val="center"/>
          </w:tcPr>
          <w:p w:rsidR="00125C10" w:rsidRPr="009D71A2" w:rsidRDefault="00125C10" w:rsidP="00711506">
            <w:r>
              <w:t>146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Контрольная работа №7 по теме</w:t>
            </w:r>
            <w:r w:rsidRPr="009D71A2">
              <w:t xml:space="preserve"> «Перпендикулярность прямых и плоскостей»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находить наклонную или её проекцию, используя соотношения в прямоугольном треугольнике;</w:t>
            </w:r>
          </w:p>
          <w:p w:rsidR="00125C10" w:rsidRDefault="00125C10" w:rsidP="00711506">
            <w:r>
              <w:t xml:space="preserve">находить угол между диагональю </w:t>
            </w:r>
            <w:r w:rsidRPr="009D71A2">
              <w:t>прямоугольного параллелепипеда</w:t>
            </w:r>
            <w:r>
              <w:t xml:space="preserve"> и одной из граней;</w:t>
            </w:r>
          </w:p>
          <w:p w:rsidR="00125C10" w:rsidRPr="00D538AE" w:rsidRDefault="00125C10" w:rsidP="00711506">
            <w:r>
              <w:t>В</w:t>
            </w:r>
            <w:r w:rsidRPr="00D538AE">
              <w:t>ладеть навыками контроля и оценки своей деятельности;</w:t>
            </w:r>
          </w:p>
          <w:p w:rsidR="00125C10" w:rsidRPr="009D71A2" w:rsidRDefault="00125C10" w:rsidP="00711506">
            <w:r>
              <w:t>П</w:t>
            </w:r>
            <w:r w:rsidRPr="00D538AE">
              <w:t>редвидеть возможные последствия своих действий.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147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F31443">
              <w:t>Анализ контрольной работы</w:t>
            </w:r>
            <w:r>
              <w:t xml:space="preserve">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объяснить характер своей ошибки, решить подобное задание и придумать свой вариант задания на данную ошибку.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057CC0">
              <w:rPr>
                <w:b/>
              </w:rPr>
              <w:t>Глава II. Производная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 xml:space="preserve">Предел последовательности </w:t>
            </w:r>
          </w:p>
        </w:tc>
        <w:tc>
          <w:tcPr>
            <w:tcW w:w="400" w:type="pct"/>
            <w:vAlign w:val="center"/>
          </w:tcPr>
          <w:p w:rsidR="00125C10" w:rsidRPr="004E2328" w:rsidRDefault="00125C10" w:rsidP="00711506">
            <w:r w:rsidRPr="004E2328">
              <w:t>7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Определение и свойства бесконечно малой последовательности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определение последовательности, основные способы её задания, свойства числовых последовательностей.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149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Определение и свойства бесконечно большой последовательности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о</w:t>
            </w:r>
            <w:r w:rsidRPr="009D71A2">
              <w:t>пределение и свойства бесконечно большой последовательности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Определение предела последовательности, </w:t>
            </w:r>
            <w:r w:rsidRPr="00057CC0">
              <w:rPr>
                <w:i/>
              </w:rPr>
              <w:t>теоремы о пределах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предела последовательности.</w:t>
            </w:r>
          </w:p>
          <w:p w:rsidR="00125C10" w:rsidRPr="009D71A2" w:rsidRDefault="00125C10" w:rsidP="00711506">
            <w:r>
              <w:t>Знать свойства сходящихся последовательностей.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Существование предела монотонной ограниченной последовательности. Длина окружности и площадь круга как примеры пределов последовательностей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теорему о с</w:t>
            </w:r>
            <w:r w:rsidRPr="009D71A2">
              <w:t>уществование предела монотонной ограниченной последовательности</w:t>
            </w:r>
            <w:r>
              <w:t>.</w:t>
            </w:r>
          </w:p>
          <w:p w:rsidR="00125C10" w:rsidRPr="009D71A2" w:rsidRDefault="00125C10" w:rsidP="00711506">
            <w:r>
              <w:t>Уметь привести примеры пределов последовательностей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Вычисление пределов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вычислять пределы последовательностей.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Сумма бесконечно убывающей геометрической прогрессии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вычислять пределы последовательностей и суммы бесконечных геометрических прогрессий.</w:t>
            </w:r>
          </w:p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примеров. Переход к пределам в неравенствах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Уметь применять переход </w:t>
            </w:r>
            <w:r w:rsidRPr="009D71A2">
              <w:t>к пределам в неравенствах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057CC0">
              <w:rPr>
                <w:b/>
              </w:rPr>
              <w:t xml:space="preserve">§4. Понятие производной 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21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Приращение функции</w:t>
            </w:r>
            <w:r>
              <w:t>. Геометрический и физический  смысл приращений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0A564E" w:rsidRDefault="00125C10" w:rsidP="00711506">
            <w:r>
              <w:t>Знать приращение зависимой перемен-ной, что такое приращение независимой переменной, средняя скорость изменения функции, понимать геометрический смысл приращений ∆</w:t>
            </w:r>
            <w:r>
              <w:rPr>
                <w:lang w:val="en-US"/>
              </w:rPr>
              <w:t>x</w:t>
            </w:r>
            <w:r w:rsidRPr="000A564E">
              <w:t xml:space="preserve"> </w:t>
            </w:r>
            <w:r>
              <w:t>и ∆f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156</w:t>
            </w:r>
          </w:p>
        </w:tc>
        <w:tc>
          <w:tcPr>
            <w:tcW w:w="1763" w:type="pct"/>
            <w:vAlign w:val="center"/>
          </w:tcPr>
          <w:p w:rsidR="00125C10" w:rsidRPr="000A564E" w:rsidRDefault="00125C10" w:rsidP="00711506">
            <w:r w:rsidRPr="000A564E">
              <w:t>Понятие о пределе функции в точке. Поведение функции на бесконечности, асимптоты</w:t>
            </w:r>
          </w:p>
        </w:tc>
        <w:tc>
          <w:tcPr>
            <w:tcW w:w="400" w:type="pct"/>
            <w:vAlign w:val="center"/>
          </w:tcPr>
          <w:p w:rsidR="00125C10" w:rsidRPr="000A564E" w:rsidRDefault="00125C10" w:rsidP="00711506">
            <w:r w:rsidRPr="000A564E"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0A564E" w:rsidRDefault="00125C10" w:rsidP="00711506">
            <w:r w:rsidRPr="000A564E">
              <w:t>Иметь представление о пределе функции в точке и поведении функции на бесконечности. Знать  горизонтальную и вертикальную асимптоты, иметь понятие о наклонной асимптоте.</w:t>
            </w:r>
          </w:p>
          <w:p w:rsidR="00125C10" w:rsidRPr="000A564E" w:rsidRDefault="00125C10" w:rsidP="00711506">
            <w:r w:rsidRPr="000A564E">
              <w:t>Уметь использовать данные понятия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157</w:t>
            </w:r>
          </w:p>
        </w:tc>
        <w:tc>
          <w:tcPr>
            <w:tcW w:w="1763" w:type="pct"/>
            <w:vAlign w:val="center"/>
          </w:tcPr>
          <w:p w:rsidR="00125C10" w:rsidRPr="00A541E3" w:rsidRDefault="00125C10" w:rsidP="00711506">
            <w:r w:rsidRPr="00A541E3">
              <w:t>Существование предела монотонной  ограниченной последовательности.</w:t>
            </w:r>
          </w:p>
          <w:p w:rsidR="00125C10" w:rsidRPr="00A541E3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A541E3" w:rsidRDefault="00125C10" w:rsidP="00711506">
            <w:r w:rsidRPr="00A541E3"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A541E3" w:rsidRDefault="00125C10" w:rsidP="00711506">
            <w:r w:rsidRPr="00A541E3">
              <w:t>Иметь представление о существовании предела монотонной  ограниченной последовательности.</w:t>
            </w:r>
          </w:p>
          <w:p w:rsidR="00125C10" w:rsidRPr="00A541E3" w:rsidRDefault="00125C10" w:rsidP="00711506">
            <w:r>
              <w:t>Уметь использовать данное понятие</w:t>
            </w:r>
            <w:r w:rsidRPr="00A541E3">
              <w:t xml:space="preserve">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Определение  производной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что называется касательной к графику функции, формулу для нахождения углового коэффициента касательной.</w:t>
            </w:r>
          </w:p>
          <w:p w:rsidR="00125C10" w:rsidRPr="009D71A2" w:rsidRDefault="00125C10" w:rsidP="00711506">
            <w:r>
              <w:t>Уметь проводить касательную к графику функции, определять знак углового коэффициента касательной, находить разностное отношение.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159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Мгновенная скорость движения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производной, алгоритм нахождения производной, обозначение производной, что такое дифференцирование.</w:t>
            </w:r>
          </w:p>
          <w:p w:rsidR="00125C10" w:rsidRDefault="00125C10" w:rsidP="00711506">
            <w:r>
              <w:t>Уметь находить производную по определению, использовать выведенные правила дифференцирования.</w:t>
            </w:r>
          </w:p>
          <w:p w:rsidR="00125C10" w:rsidRPr="009D71A2" w:rsidRDefault="00125C10" w:rsidP="00711506">
            <w:r>
              <w:t>Иметь понятие о мгновенной скорости.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160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 w:rsidRPr="00A541E3">
              <w:t>Понятие о непрерывности функции и предельном переходе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понятия предельного перехода, непрерывности функции в точке, правила предельного перехода.</w:t>
            </w:r>
          </w:p>
          <w:p w:rsidR="00125C10" w:rsidRDefault="00125C10" w:rsidP="00711506">
            <w:r>
              <w:t>Уметь определять непрерывность функции, предельный переход.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Правила вычисления производных. Производная суммы</w:t>
            </w:r>
            <w:r>
              <w:t xml:space="preserve"> и разности.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 правило вычисления производной суммы.</w:t>
            </w:r>
          </w:p>
          <w:p w:rsidR="00125C10" w:rsidRPr="009D71A2" w:rsidRDefault="00125C10" w:rsidP="00711506">
            <w:r>
              <w:t>Уметь находить производные целых, рациональных функций.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Правила вычисления производных. Производная </w:t>
            </w:r>
            <w:r>
              <w:t xml:space="preserve">произведения и </w:t>
            </w:r>
            <w:r w:rsidRPr="009D71A2">
              <w:t xml:space="preserve"> частного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Знать правила вычисления производной произведения и </w:t>
            </w:r>
            <w:r w:rsidRPr="009D71A2">
              <w:t xml:space="preserve"> частного</w:t>
            </w:r>
            <w:r>
              <w:t>, следствие из правила 2. Уметь находить производные дробно - рациональных функций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Производная степенной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правила нахождения</w:t>
            </w:r>
            <w:r w:rsidRPr="009D71A2">
              <w:t xml:space="preserve"> </w:t>
            </w:r>
            <w:r>
              <w:t>производной</w:t>
            </w:r>
            <w:r w:rsidRPr="009D71A2">
              <w:t xml:space="preserve"> степенной функции</w:t>
            </w:r>
            <w:r>
              <w:t>.</w:t>
            </w:r>
          </w:p>
          <w:p w:rsidR="00125C10" w:rsidRPr="009D71A2" w:rsidRDefault="00125C10" w:rsidP="00711506">
            <w:r>
              <w:t>Уметь применять изученные правила при решении задач на нахождение производной.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164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Решение заданий ЕГЭ на вычисление производных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правила нахождения</w:t>
            </w:r>
            <w:r w:rsidRPr="009D71A2">
              <w:t xml:space="preserve"> </w:t>
            </w:r>
            <w:r>
              <w:t xml:space="preserve">производной суммы, </w:t>
            </w:r>
            <w:r w:rsidRPr="009D71A2">
              <w:t xml:space="preserve"> </w:t>
            </w:r>
            <w:r>
              <w:t xml:space="preserve">произведения и </w:t>
            </w:r>
            <w:r w:rsidRPr="009D71A2">
              <w:t xml:space="preserve"> частного</w:t>
            </w:r>
            <w:r>
              <w:t xml:space="preserve">, </w:t>
            </w:r>
            <w:r w:rsidRPr="009D71A2">
              <w:t xml:space="preserve"> степенной функции</w:t>
            </w:r>
            <w:r>
              <w:t>.</w:t>
            </w:r>
          </w:p>
          <w:p w:rsidR="00125C10" w:rsidRPr="009D71A2" w:rsidRDefault="00125C10" w:rsidP="00711506">
            <w:r>
              <w:t>Уметь применять изученные правила при решении задач на нахождение производной.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165</w:t>
            </w:r>
          </w:p>
        </w:tc>
        <w:tc>
          <w:tcPr>
            <w:tcW w:w="1763" w:type="pct"/>
            <w:vAlign w:val="center"/>
          </w:tcPr>
          <w:p w:rsidR="00125C10" w:rsidRPr="00E90327" w:rsidRDefault="00125C10" w:rsidP="00711506">
            <w:r w:rsidRPr="00E90327">
              <w:t>Производная сложной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 сложной функции, формулу производной сложной функции.</w:t>
            </w:r>
          </w:p>
          <w:p w:rsidR="00125C10" w:rsidRPr="009D71A2" w:rsidRDefault="00125C10" w:rsidP="00711506">
            <w:r>
              <w:t>Уметь находить производную сложной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166</w:t>
            </w:r>
          </w:p>
        </w:tc>
        <w:tc>
          <w:tcPr>
            <w:tcW w:w="1763" w:type="pct"/>
            <w:vAlign w:val="center"/>
          </w:tcPr>
          <w:p w:rsidR="00125C10" w:rsidRPr="00E90327" w:rsidRDefault="00125C10" w:rsidP="00711506">
            <w:r w:rsidRPr="00E90327">
              <w:t>Вычисление производной сложной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</w:t>
            </w:r>
            <w:r w:rsidRPr="00E90327">
              <w:t xml:space="preserve"> сложной функции</w:t>
            </w:r>
            <w:r>
              <w:t>, формулу для нахождения  производной сложной функции, условие дифференцируемости функции.</w:t>
            </w:r>
          </w:p>
          <w:p w:rsidR="00125C10" w:rsidRPr="009D71A2" w:rsidRDefault="00125C10" w:rsidP="00711506">
            <w:r>
              <w:t>Уметь находить производную сложной функции, область определения функций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167</w:t>
            </w:r>
          </w:p>
        </w:tc>
        <w:tc>
          <w:tcPr>
            <w:tcW w:w="1763" w:type="pct"/>
            <w:vAlign w:val="center"/>
          </w:tcPr>
          <w:p w:rsidR="00125C10" w:rsidRPr="00E90327" w:rsidRDefault="00125C10" w:rsidP="00711506">
            <w:r w:rsidRPr="00E90327">
              <w:t>Производные тригонометрических функций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формулы производных </w:t>
            </w:r>
            <w:r w:rsidRPr="00E90327">
              <w:t>тригонометрических функций</w:t>
            </w:r>
            <w:r>
              <w:t>.</w:t>
            </w:r>
          </w:p>
          <w:p w:rsidR="00125C10" w:rsidRPr="009D71A2" w:rsidRDefault="00125C10" w:rsidP="00711506">
            <w:r>
              <w:t>Уметь использовать их при решении задач, применять все формулы дифференцирования.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Вычисление производных</w:t>
            </w:r>
            <w:r w:rsidRPr="009D71A2">
              <w:t xml:space="preserve"> тригонометрических функций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все формулы производных </w:t>
            </w:r>
            <w:r w:rsidRPr="00E90327">
              <w:t>тригонометрических функций</w:t>
            </w:r>
            <w:r>
              <w:t>.</w:t>
            </w:r>
          </w:p>
          <w:p w:rsidR="00125C10" w:rsidRPr="009D71A2" w:rsidRDefault="00125C10" w:rsidP="00711506">
            <w:r>
              <w:t>Уметь использовать их при решении задач, применять все формулы дифференцирования.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169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Повторение теории (таблица производных)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все формулы дифференцирования.</w:t>
            </w:r>
          </w:p>
          <w:p w:rsidR="00125C10" w:rsidRPr="009D71A2" w:rsidRDefault="00125C10" w:rsidP="00711506">
            <w:r>
              <w:t>Уметь решать задачи на нахождение производных.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170</w:t>
            </w:r>
          </w:p>
        </w:tc>
        <w:tc>
          <w:tcPr>
            <w:tcW w:w="1763" w:type="pct"/>
            <w:vAlign w:val="center"/>
          </w:tcPr>
          <w:p w:rsidR="00125C10" w:rsidRPr="00BA77AF" w:rsidRDefault="00125C10" w:rsidP="00711506">
            <w:r w:rsidRPr="00BA77AF">
              <w:t>Производная обратной функции и композиции данной функции с линейной.</w:t>
            </w:r>
          </w:p>
          <w:p w:rsidR="00125C10" w:rsidRPr="00BA77AF" w:rsidRDefault="00125C10" w:rsidP="00711506">
            <w:pPr>
              <w:ind w:left="360"/>
            </w:pPr>
          </w:p>
        </w:tc>
        <w:tc>
          <w:tcPr>
            <w:tcW w:w="400" w:type="pct"/>
            <w:vAlign w:val="center"/>
          </w:tcPr>
          <w:p w:rsidR="00125C10" w:rsidRPr="00BA77AF" w:rsidRDefault="00125C10" w:rsidP="00711506">
            <w:r w:rsidRPr="00BA77AF"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BA77AF" w:rsidRDefault="00125C10" w:rsidP="00711506">
            <w:r w:rsidRPr="00BA77AF">
              <w:t>Иметь понятие о производной обратной функции и композиции данной функции с линейной.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171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заданий из ЕГЭ на вычисление производных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решать задания из других, кроме учебников, источников.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172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Решение заданий из ЕГЭ на вычисление производных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применять формулы производных при решении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173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 по теме «Производная»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pPr>
              <w:ind w:right="-143"/>
            </w:pPr>
            <w:r>
              <w:t>Уметь демонстрировать теоретические и практические знания  вычислении производных</w:t>
            </w:r>
          </w:p>
          <w:p w:rsidR="00125C10" w:rsidRPr="005F4D39" w:rsidRDefault="00125C10" w:rsidP="00711506">
            <w:pPr>
              <w:ind w:right="-143"/>
            </w:pP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Контрольная работа №8 по теме «Производная»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навыки расширения и обобщения знаний о, вычислении производных, составлять текст научного стиля.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9D71A2" w:rsidRDefault="00125C10" w:rsidP="00711506">
            <w:pPr>
              <w:pStyle w:val="Heading7"/>
              <w:jc w:val="left"/>
            </w:pPr>
            <w:r w:rsidRPr="00160403">
              <w:t xml:space="preserve">     §5.</w:t>
            </w:r>
            <w:r w:rsidRPr="00057CC0">
              <w:rPr>
                <w:b w:val="0"/>
              </w:rPr>
              <w:t xml:space="preserve"> </w:t>
            </w:r>
            <w:r w:rsidRPr="009D71A2">
              <w:t xml:space="preserve">Применения непрерывности и производной </w:t>
            </w:r>
          </w:p>
        </w:tc>
        <w:tc>
          <w:tcPr>
            <w:tcW w:w="400" w:type="pct"/>
            <w:vAlign w:val="center"/>
          </w:tcPr>
          <w:p w:rsidR="00125C10" w:rsidRPr="00302296" w:rsidRDefault="00125C10" w:rsidP="00711506">
            <w:pPr>
              <w:rPr>
                <w:b/>
              </w:rPr>
            </w:pPr>
            <w:r w:rsidRPr="00302296">
              <w:rPr>
                <w:b/>
              </w:rPr>
              <w:t>18</w:t>
            </w:r>
            <w:r>
              <w:rPr>
                <w:b/>
              </w:rP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Применение непрерывности функции.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 непрерывность функции; свойство непрерывных функций.</w:t>
            </w:r>
          </w:p>
          <w:p w:rsidR="00125C10" w:rsidRPr="009D71A2" w:rsidRDefault="00125C10" w:rsidP="00711506">
            <w:r>
              <w:t>Уметь определять непрерывность функции, область определения функции, использовать свойство непрерывных функций для решения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Метод интервалов   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применение непрерывности функции на промежутке, свойство непрерывных функций, алгоритм решения неравенств методом интервалов.</w:t>
            </w:r>
          </w:p>
          <w:p w:rsidR="00125C10" w:rsidRPr="009D71A2" w:rsidRDefault="00125C10" w:rsidP="00711506">
            <w:r>
              <w:t>Уметь использовать метод интервалов при решении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неравенств</w:t>
            </w:r>
            <w:r>
              <w:t xml:space="preserve"> методом</w:t>
            </w:r>
            <w:r w:rsidRPr="009D71A2">
              <w:t xml:space="preserve"> интервалов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свойство непрерывных функций, алгоритм решения неравенств методом интервалов.</w:t>
            </w:r>
          </w:p>
          <w:p w:rsidR="00125C10" w:rsidRPr="009D71A2" w:rsidRDefault="00125C10" w:rsidP="00711506">
            <w:r>
              <w:t>Уметь решать неравенства методом интервалов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179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Функции, не являющиеся непрерывными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приводить примеры функций, не являющиеся непрерывными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Функции, непрерывные, но не дифференцируемые в данной точке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приводить примеры непрерывных функций, не дифференцируемых в данной точке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181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Метод интервалов, применение непрерывности функций в заданиях ЕГЭ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применять полученные знания при решении задач из ЕГЭ.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Касательная. Уравнение касательной к графику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понятия секущей и  касательной, что такое угловой коэффициент касательной, в чём состоит геометрический смысл производной.</w:t>
            </w:r>
          </w:p>
          <w:p w:rsidR="00125C10" w:rsidRPr="009D71A2" w:rsidRDefault="00125C10" w:rsidP="00711506">
            <w:r>
              <w:t>Уметь определять по графику положение касательной, тангенс угла наклона к оси абсцисс.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183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Формула Лагранжа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касательной, геометрический смысл производной, как находится угловой коэффициент касательной, уравнение касательной, формулу Лагранжа.</w:t>
            </w:r>
          </w:p>
          <w:p w:rsidR="00125C10" w:rsidRPr="009D71A2" w:rsidRDefault="00125C10" w:rsidP="00711506">
            <w:r>
              <w:t xml:space="preserve">Уметь составлять уравнение касательной к графику функции в точке с абсциссой </w:t>
            </w:r>
            <w:r w:rsidRPr="00F826BF">
              <w:rPr>
                <w:i/>
              </w:rPr>
              <w:t>х</w:t>
            </w:r>
            <w:r>
              <w:t xml:space="preserve"> </w:t>
            </w:r>
            <w:r>
              <w:rPr>
                <w:rFonts w:ascii="Tahoma" w:hAnsi="Tahoma" w:cs="Tahoma"/>
                <w:i/>
              </w:rPr>
              <w:t>̥</w:t>
            </w:r>
            <w:r>
              <w:rPr>
                <w:i/>
              </w:rP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Уравнение касательной к графику функции (решение примеров)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касательной, уравнение касательной.</w:t>
            </w:r>
          </w:p>
          <w:p w:rsidR="00125C10" w:rsidRPr="009D71A2" w:rsidRDefault="00125C10" w:rsidP="00711506">
            <w:r>
              <w:t>Уметь определять угловой коэффициент касательной, составлять уравнения касательных к графикам функций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185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Геометрический смысл производной. Решение заданий из ЕГЭ.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геометрический смысл производной, как находится угловой коэффициент касательной.</w:t>
            </w:r>
          </w:p>
          <w:p w:rsidR="00125C10" w:rsidRDefault="00125C10" w:rsidP="00711506">
            <w:r>
              <w:t>Уметь решать задачи, используя определение касательной и уравнение касательной.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186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Приближенные вычисления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формулу для приближённых вычислений, для вычислений х ⁿ и др.</w:t>
            </w:r>
          </w:p>
          <w:p w:rsidR="00125C10" w:rsidRDefault="00125C10" w:rsidP="00711506">
            <w:r>
              <w:t>Уметь выполнять приближённые вычисления.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Приближенные вычисления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формулу для приближённого вычисления.</w:t>
            </w:r>
          </w:p>
          <w:p w:rsidR="00125C10" w:rsidRPr="009D71A2" w:rsidRDefault="00125C10" w:rsidP="00711506">
            <w:r>
              <w:t>Уметь использовать эту формулу для решения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188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Механический смысл производной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механический смысл производной, как находится скорость движения, </w:t>
            </w:r>
          </w:p>
          <w:p w:rsidR="00125C10" w:rsidRDefault="00125C10" w:rsidP="00711506">
            <w:r>
              <w:t>ускорение движения, что такое мгновенная скорость движения, средняя скорость движения.</w:t>
            </w:r>
          </w:p>
          <w:p w:rsidR="00125C10" w:rsidRPr="009D71A2" w:rsidRDefault="00125C10" w:rsidP="00711506">
            <w:r>
              <w:t>Уметь решать задачи, используя механический смысл производной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189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Производная в физике и технике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Знать общие приёмы при решении задач  на применение производной</w:t>
            </w:r>
            <w:r w:rsidRPr="009D71A2">
              <w:t xml:space="preserve"> в физике и технике</w:t>
            </w:r>
            <w:r>
              <w:t>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190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Решение задач ЕГЭ с физическим содержанием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применять полученные знания при решении задач из ЕГЭ.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191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  по теме «Применение непрерывности и производной»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теоретические и практические знания  применения  непрерывности и производной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Контрольная работа №9 по теме «Применение непрерывности и производной»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навыки расширения и обобщения знаний о применения  непрерывности и производной, составлять текст научного стиля.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057CC0">
              <w:rPr>
                <w:b/>
                <w:i/>
              </w:rPr>
              <w:t xml:space="preserve">Глава </w:t>
            </w:r>
            <w:r w:rsidRPr="00057CC0">
              <w:rPr>
                <w:b/>
                <w:i/>
                <w:lang w:val="en-US"/>
              </w:rPr>
              <w:t>III</w:t>
            </w:r>
            <w:r w:rsidRPr="00057CC0">
              <w:rPr>
                <w:b/>
                <w:i/>
              </w:rPr>
              <w:t xml:space="preserve">. Многогранники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§1. Понятие многогранника. Призма 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 w:rsidRPr="00AA07C5">
              <w:t>4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Понятие многогранника</w:t>
            </w:r>
            <w:r>
              <w:t>. Развёртка многогранника. Многогранные углы. Выпуклые многогранники. Теорема Эйлера.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Иметь представление о </w:t>
            </w:r>
            <w:r w:rsidRPr="009D71A2">
              <w:t>много</w:t>
            </w:r>
            <w:r>
              <w:t>граннике.</w:t>
            </w:r>
          </w:p>
          <w:p w:rsidR="00125C10" w:rsidRDefault="00125C10" w:rsidP="00711506">
            <w:r>
              <w:t>Уметь строить развёртки.</w:t>
            </w:r>
          </w:p>
          <w:p w:rsidR="00125C10" w:rsidRPr="009D71A2" w:rsidRDefault="00125C10" w:rsidP="00711506">
            <w:r>
              <w:t>Знать элементы многогранника: вершины, рёбра, грани,  многогранный угол.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Призма</w:t>
            </w:r>
            <w:r>
              <w:t xml:space="preserve">. Прямая и наклонная призмы. Правильная призма. Элементы призмы. 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Иметь представление о  призме как о пространственной фигуре.</w:t>
            </w:r>
          </w:p>
          <w:p w:rsidR="00125C10" w:rsidRPr="009D71A2" w:rsidRDefault="00125C10" w:rsidP="00711506">
            <w:r>
              <w:t>Уметь изображать призму, выполнять чертежи по условию задач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Площадь поверхности призмы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находить</w:t>
            </w:r>
            <w:r w:rsidRPr="009D71A2">
              <w:t xml:space="preserve"> </w:t>
            </w:r>
            <w:r>
              <w:t xml:space="preserve">площадь боковой и полной </w:t>
            </w:r>
            <w:r w:rsidRPr="009D71A2">
              <w:t xml:space="preserve"> поверхности призмы</w:t>
            </w:r>
            <w:r>
              <w:t>, основание которой треугольник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правильной призмы.</w:t>
            </w:r>
          </w:p>
          <w:p w:rsidR="00125C10" w:rsidRPr="009D71A2" w:rsidRDefault="00125C10" w:rsidP="00711506">
            <w:r>
              <w:t>Уметь изображать правильную призму на чертежах, строить её сечение; находить боковую и полную поверхность правильной</w:t>
            </w:r>
            <w:r w:rsidRPr="00A968CE">
              <w:rPr>
                <w:i/>
              </w:rPr>
              <w:t xml:space="preserve"> п</w:t>
            </w:r>
            <w:r>
              <w:t xml:space="preserve">-угольной призмы при  </w:t>
            </w:r>
            <w:r w:rsidRPr="00A968CE">
              <w:rPr>
                <w:i/>
              </w:rPr>
              <w:t>п</w:t>
            </w:r>
            <w:r>
              <w:rPr>
                <w:i/>
              </w:rPr>
              <w:t xml:space="preserve">= </w:t>
            </w:r>
            <w:r w:rsidRPr="00A968CE">
              <w:t>3,</w:t>
            </w:r>
            <w:r>
              <w:t xml:space="preserve"> 4, 6.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§2. Понятие многогранника. Призма </w:t>
            </w:r>
          </w:p>
        </w:tc>
        <w:tc>
          <w:tcPr>
            <w:tcW w:w="400" w:type="pct"/>
            <w:vAlign w:val="center"/>
          </w:tcPr>
          <w:p w:rsidR="00125C10" w:rsidRPr="00302296" w:rsidRDefault="00125C10" w:rsidP="00711506">
            <w:pPr>
              <w:rPr>
                <w:b/>
              </w:rPr>
            </w:pPr>
            <w:r w:rsidRPr="00302296">
              <w:rPr>
                <w:b/>
              </w:rPr>
              <w:t>4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Пирамида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пирамиды, её элементов.</w:t>
            </w:r>
          </w:p>
          <w:p w:rsidR="00125C10" w:rsidRPr="009D71A2" w:rsidRDefault="00125C10" w:rsidP="00711506">
            <w:r>
              <w:t>Уметь изображать пирамиду на чертежах; строить сечение плоскостью, параллельной основанию, и сечение, проходящее через вершину и диагональ основания; находить площадь боковой поверхности пирамиды, основание которой – равнобедренный или равносторонний треугольник.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199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Правильная пирамида</w:t>
            </w:r>
            <w:r>
              <w:t>. Элементы пирамиды.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правильной пирамиды.</w:t>
            </w:r>
          </w:p>
          <w:p w:rsidR="00125C10" w:rsidRPr="009D71A2" w:rsidRDefault="00125C10" w:rsidP="00711506">
            <w:r>
              <w:t>Уметь решать задачи на нахождение апофемы, бокового ребра, площади основания правильной пирамиды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Усеченная пирамида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определение усечённой пирамиды, её элементов.</w:t>
            </w:r>
          </w:p>
          <w:p w:rsidR="00125C10" w:rsidRDefault="00125C10" w:rsidP="00711506">
            <w:r>
              <w:t>Уметь изображать усечённую пирамиду на чертежах</w:t>
            </w:r>
          </w:p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Площадь поверхности пирамиды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виды пирамиды, элементы пирамид.</w:t>
            </w:r>
          </w:p>
          <w:p w:rsidR="00125C10" w:rsidRPr="009D71A2" w:rsidRDefault="00125C10" w:rsidP="00711506">
            <w:r>
              <w:t>Уметь использовать при решении задач планиметрические факты; вычислять площадь полной поверхности  пирамиды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Default="00125C10" w:rsidP="00711506">
            <w:pPr>
              <w:rPr>
                <w:b/>
                <w:i/>
              </w:rPr>
            </w:pPr>
            <w:r w:rsidRPr="00057CC0">
              <w:rPr>
                <w:b/>
                <w:i/>
              </w:rPr>
              <w:t xml:space="preserve">§3. Правильные многогранники </w:t>
            </w:r>
          </w:p>
          <w:p w:rsidR="00125C10" w:rsidRPr="00057CC0" w:rsidRDefault="00125C10" w:rsidP="00711506">
            <w:pPr>
              <w:rPr>
                <w:b/>
              </w:rPr>
            </w:pPr>
          </w:p>
        </w:tc>
        <w:tc>
          <w:tcPr>
            <w:tcW w:w="400" w:type="pct"/>
            <w:vAlign w:val="center"/>
          </w:tcPr>
          <w:p w:rsidR="00125C10" w:rsidRPr="00302296" w:rsidRDefault="00125C10" w:rsidP="00711506">
            <w:pPr>
              <w:rPr>
                <w:b/>
              </w:rPr>
            </w:pPr>
            <w:r w:rsidRPr="00302296">
              <w:rPr>
                <w:b/>
              </w:rPr>
              <w:t>5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Симметрия в пространстве</w:t>
            </w:r>
            <w:r>
              <w:t>. Центральная, осевая, зеркальная симметрии.</w:t>
            </w:r>
          </w:p>
        </w:tc>
        <w:tc>
          <w:tcPr>
            <w:tcW w:w="400" w:type="pct"/>
            <w:vAlign w:val="center"/>
          </w:tcPr>
          <w:p w:rsidR="00125C10" w:rsidRPr="00AA07C5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понятие симметрии в пространстве.</w:t>
            </w:r>
          </w:p>
          <w:p w:rsidR="00125C10" w:rsidRPr="009D71A2" w:rsidRDefault="00125C10" w:rsidP="00711506">
            <w:r>
              <w:t>Уметь показать симметричные многогранники.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203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 w:rsidRPr="009D71A2">
              <w:t>Понятие правильного многогранника</w:t>
            </w:r>
            <w:r>
              <w:t>.</w:t>
            </w:r>
          </w:p>
          <w:p w:rsidR="00125C10" w:rsidRPr="009D71A2" w:rsidRDefault="00125C10" w:rsidP="00711506">
            <w:r w:rsidRPr="009D71A2">
              <w:t>Элементы симметрии правильных многогранников</w:t>
            </w:r>
            <w:r>
              <w:t>. Симметрия в кубе, в призме, в пирамиде. Примеры симметрии в окружающем мире.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Иметь представление о правильных многогранниках (тетраэдр, куб, октаэдр, додекаэдр, икосаэдр).</w:t>
            </w:r>
          </w:p>
          <w:p w:rsidR="00125C10" w:rsidRDefault="00125C10" w:rsidP="00711506">
            <w:r>
              <w:t>Уметь распознавать на чертежах и моделях правильные многогранники. Знать виды симметрии в пространстве. Уметь определять центры симметрии, оси симметрии, плоскости симметрии для куба и параллелепипеда.</w:t>
            </w:r>
          </w:p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Подготовка к контрольной работе. Решение задач по теме «Многогранники»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основные многогранники.</w:t>
            </w:r>
          </w:p>
          <w:p w:rsidR="00125C10" w:rsidRPr="009D71A2" w:rsidRDefault="00125C10" w:rsidP="00711506">
            <w:r>
              <w:t>Уметь распознавать на моделях и чертежах, выполнять чертежи по условию задачи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AE0914">
              <w:t>Контрольная работа №10 по теме</w:t>
            </w:r>
            <w:r w:rsidRPr="009D71A2">
              <w:t xml:space="preserve"> «Многогранники»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строить сечения призмы, пирамиды плоскостью. параллельной грани.</w:t>
            </w:r>
          </w:p>
          <w:p w:rsidR="00125C10" w:rsidRPr="009D71A2" w:rsidRDefault="00125C10" w:rsidP="00711506">
            <w:r>
              <w:t>Уметь находить элементы правильной</w:t>
            </w:r>
            <w:r w:rsidRPr="00A968CE">
              <w:rPr>
                <w:i/>
              </w:rPr>
              <w:t xml:space="preserve"> п</w:t>
            </w:r>
            <w:r>
              <w:rPr>
                <w:i/>
              </w:rPr>
              <w:t>--</w:t>
            </w:r>
            <w:r>
              <w:t xml:space="preserve">-угольной пирамиды  при  </w:t>
            </w:r>
            <w:r w:rsidRPr="00A968CE">
              <w:rPr>
                <w:i/>
              </w:rPr>
              <w:t>п</w:t>
            </w:r>
            <w:r>
              <w:rPr>
                <w:i/>
              </w:rPr>
              <w:t xml:space="preserve"> = </w:t>
            </w:r>
            <w:r w:rsidRPr="00A968CE">
              <w:t>3,</w:t>
            </w:r>
            <w:r>
              <w:t xml:space="preserve"> 4; находить площадь боковой поверхности пирамиды, призмы, основания которых – равнобедренный или прямоугольный треугольник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206</w:t>
            </w:r>
          </w:p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F31443">
              <w:t>Анализ контрольной работы</w:t>
            </w:r>
            <w:r>
              <w:t xml:space="preserve">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объяснить характер своей ошибки, решить подобное задание и придумать свой вариант задания на данную ошибку.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§ 6. Применение производной к исследованию функции</w:t>
            </w:r>
          </w:p>
          <w:p w:rsidR="00125C10" w:rsidRPr="00057CC0" w:rsidRDefault="00125C10" w:rsidP="00711506">
            <w:pPr>
              <w:rPr>
                <w:b/>
              </w:rPr>
            </w:pPr>
          </w:p>
        </w:tc>
        <w:tc>
          <w:tcPr>
            <w:tcW w:w="400" w:type="pct"/>
            <w:vAlign w:val="center"/>
          </w:tcPr>
          <w:p w:rsidR="00125C10" w:rsidRPr="004749E8" w:rsidRDefault="00125C10" w:rsidP="00711506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207</w:t>
            </w:r>
          </w:p>
        </w:tc>
        <w:tc>
          <w:tcPr>
            <w:tcW w:w="1763" w:type="pct"/>
            <w:vAlign w:val="center"/>
          </w:tcPr>
          <w:p w:rsidR="00125C10" w:rsidRPr="00CD3475" w:rsidRDefault="00125C10" w:rsidP="00711506">
            <w:r>
              <w:t>Достаточный п</w:t>
            </w:r>
            <w:r w:rsidRPr="00CD3475">
              <w:t>ризнак возрастания</w:t>
            </w:r>
            <w:r>
              <w:t xml:space="preserve"> </w:t>
            </w:r>
            <w:r w:rsidRPr="00CD3475">
              <w:t>(убывания) функции</w:t>
            </w:r>
          </w:p>
          <w:p w:rsidR="00125C10" w:rsidRPr="009D71A2" w:rsidRDefault="00125C10" w:rsidP="00711506"/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достаточный п</w:t>
            </w:r>
            <w:r w:rsidRPr="00CD3475">
              <w:t>ризнак возрастания</w:t>
            </w:r>
            <w:r>
              <w:t xml:space="preserve"> </w:t>
            </w:r>
            <w:r w:rsidRPr="00CD3475">
              <w:t>(убывания) функции</w:t>
            </w:r>
            <w:r>
              <w:t>.</w:t>
            </w:r>
          </w:p>
          <w:p w:rsidR="00125C10" w:rsidRPr="009D71A2" w:rsidRDefault="00125C10" w:rsidP="00711506">
            <w:r>
              <w:t>Уметь определять промежутки возрастания и убывания функции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208</w:t>
            </w:r>
          </w:p>
        </w:tc>
        <w:tc>
          <w:tcPr>
            <w:tcW w:w="1763" w:type="pct"/>
            <w:vAlign w:val="center"/>
          </w:tcPr>
          <w:p w:rsidR="00125C10" w:rsidRPr="00CD3475" w:rsidRDefault="00125C10" w:rsidP="00711506">
            <w:r w:rsidRPr="00CD3475">
              <w:t>Признак возрастания</w:t>
            </w:r>
            <w:r>
              <w:t xml:space="preserve"> </w:t>
            </w:r>
            <w:r w:rsidRPr="00CD3475">
              <w:t>(убывания) функции</w:t>
            </w:r>
          </w:p>
          <w:p w:rsidR="00125C10" w:rsidRPr="009D71A2" w:rsidRDefault="00125C10" w:rsidP="00711506"/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 (убывания) функции, достаточный п</w:t>
            </w:r>
            <w:r w:rsidRPr="00CD3475">
              <w:t>ризнак возрастания</w:t>
            </w:r>
            <w:r>
              <w:t xml:space="preserve"> </w:t>
            </w:r>
            <w:r w:rsidRPr="00CD3475">
              <w:t>(убывания) функции</w:t>
            </w:r>
            <w:r>
              <w:t>.</w:t>
            </w:r>
          </w:p>
          <w:p w:rsidR="00125C10" w:rsidRPr="009D71A2" w:rsidRDefault="00125C10" w:rsidP="00711506">
            <w:r>
              <w:t>Уметь находить промежутки возрастания и убывания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209</w:t>
            </w:r>
          </w:p>
        </w:tc>
        <w:tc>
          <w:tcPr>
            <w:tcW w:w="1763" w:type="pct"/>
            <w:vAlign w:val="center"/>
          </w:tcPr>
          <w:p w:rsidR="00125C10" w:rsidRPr="00CD3475" w:rsidRDefault="00125C10" w:rsidP="00711506">
            <w:r>
              <w:t>Исследование функции на возрастание (убывание</w:t>
            </w:r>
            <w:r w:rsidRPr="00CD3475">
              <w:t xml:space="preserve">) </w:t>
            </w:r>
          </w:p>
          <w:p w:rsidR="00125C10" w:rsidRPr="009D71A2" w:rsidRDefault="00125C10" w:rsidP="00711506"/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возрастания (убывания) функции, достаточный п</w:t>
            </w:r>
            <w:r w:rsidRPr="00CD3475">
              <w:t>ризнак возрастания</w:t>
            </w:r>
            <w:r>
              <w:t xml:space="preserve"> </w:t>
            </w:r>
            <w:r w:rsidRPr="00CD3475">
              <w:t>(убывания) функции</w:t>
            </w:r>
            <w:r>
              <w:t>.</w:t>
            </w:r>
          </w:p>
          <w:p w:rsidR="00125C10" w:rsidRPr="009D71A2" w:rsidRDefault="00125C10" w:rsidP="00711506">
            <w:r>
              <w:t>Уметь находить промежутки возрастания и убывания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задач ЕГЭ на исследование функции на возрастание (убывание</w:t>
            </w:r>
            <w:r w:rsidRPr="00CD3475">
              <w:t xml:space="preserve">)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 исследовать функцию на возрастание (убывание</w:t>
            </w:r>
            <w:r w:rsidRPr="00CD3475">
              <w:t>)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CD3475">
              <w:t xml:space="preserve">Критические </w:t>
            </w:r>
            <w:r>
              <w:t>точки функции</w:t>
            </w:r>
            <w:r w:rsidRPr="00CD3475">
              <w:t>.</w:t>
            </w:r>
            <w:r>
              <w:t xml:space="preserve"> Необходимое  условие экстремума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CD3475">
              <w:t>Знать понятие и у</w:t>
            </w:r>
            <w:r>
              <w:t>меть находить критические точки,  знать необходимое условие экстремума функции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Признак максимума ( минимума) функции</w:t>
            </w:r>
            <w:r w:rsidRPr="00CD3475">
              <w:t>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признак максимума ( минимума) функции.</w:t>
            </w:r>
          </w:p>
          <w:p w:rsidR="00125C10" w:rsidRPr="009D71A2" w:rsidRDefault="00125C10" w:rsidP="00711506">
            <w:r>
              <w:t>Уметь находить максимум ( минимум)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CD3475">
              <w:t xml:space="preserve">Критические </w:t>
            </w:r>
            <w:r>
              <w:t>точки, м</w:t>
            </w:r>
            <w:r w:rsidRPr="00CD3475">
              <w:t>аксимум</w:t>
            </w:r>
            <w:r>
              <w:t>ы</w:t>
            </w:r>
            <w:r w:rsidRPr="00CD3475">
              <w:t xml:space="preserve"> и минимум</w:t>
            </w:r>
            <w:r>
              <w:t>ы</w:t>
            </w:r>
            <w:r w:rsidRPr="00CD3475">
              <w:t>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определения экстремума, критических точек, необходимое условие экстремума функции, признак максимума  (минимума ) функции, достаточный признак возрастания и убывания функции.</w:t>
            </w:r>
          </w:p>
          <w:p w:rsidR="00125C10" w:rsidRPr="009D71A2" w:rsidRDefault="00125C10" w:rsidP="00711506">
            <w:r>
              <w:t>Уметь определять критические точки,  экстремума функции,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214</w:t>
            </w:r>
          </w:p>
        </w:tc>
        <w:tc>
          <w:tcPr>
            <w:tcW w:w="1763" w:type="pct"/>
            <w:vAlign w:val="center"/>
          </w:tcPr>
          <w:p w:rsidR="00125C10" w:rsidRPr="00CD3475" w:rsidRDefault="00125C10" w:rsidP="00711506">
            <w:r>
              <w:t>Асимптоты. Графики дробно-линейных функций.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виды асимптот</w:t>
            </w:r>
          </w:p>
          <w:p w:rsidR="00125C10" w:rsidRPr="009D71A2" w:rsidRDefault="00125C10" w:rsidP="00711506">
            <w:r>
              <w:t>Уметь строить горизонтальные, вертикальные и наклонные асимптоты.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Схема исследования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план исследования функции с помощью производной.</w:t>
            </w:r>
          </w:p>
          <w:p w:rsidR="00125C10" w:rsidRDefault="00125C10" w:rsidP="00711506">
            <w:r>
              <w:t>Уметь выполнять исследование функций с помощью производной и строить графики.</w:t>
            </w:r>
          </w:p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CD3475">
              <w:t>Примеры применения производной к исследованию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 схему исследования функций с помощью производной.</w:t>
            </w:r>
          </w:p>
          <w:p w:rsidR="00125C10" w:rsidRPr="009D71A2" w:rsidRDefault="00125C10" w:rsidP="00711506">
            <w:r>
              <w:t>Уметь исследовать функции с помощью производной и строить графики согласно исследованию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</w:t>
            </w:r>
            <w:r w:rsidRPr="00CD3475">
              <w:t>рименения производной к исследованию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 схему исследования функций с помощью производной.</w:t>
            </w:r>
          </w:p>
          <w:p w:rsidR="00125C10" w:rsidRPr="009D71A2" w:rsidRDefault="00125C10" w:rsidP="00711506">
            <w:r>
              <w:t>Уметь исследовать функции с помощью производной и строить графики согласно исследованию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CD3475">
              <w:t>Примеры применения производной к исследованию функции</w:t>
            </w:r>
            <w:r>
              <w:t xml:space="preserve"> ( из ЕГЭ)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исследовать функции с помощью производной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219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Алгоритм нахождения наибольшего  и наименьшего значений 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алгоритм нахождения наибольшего  и наименьшего значений  функции.</w:t>
            </w:r>
          </w:p>
          <w:p w:rsidR="00125C10" w:rsidRPr="009D71A2" w:rsidRDefault="00125C10" w:rsidP="00711506">
            <w:r>
              <w:t>Уметь находить наибольшее  и наименьшее значения  функции на отрезке.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Решение практических (прикладных, социально-экономических) задач на нахождение наибольшего  и наименьшего значений функции.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алгоритм решения практических задач на нахождение наибольшего  и наименьшего значений  функции.</w:t>
            </w:r>
          </w:p>
          <w:p w:rsidR="00125C10" w:rsidRPr="009D71A2" w:rsidRDefault="00125C10" w:rsidP="00711506">
            <w:r>
              <w:t>Уметь решать простейшие задачи практического характера.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Наибольшее  и наименьшее значение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алгоритм решения практических задач с помощью производной.</w:t>
            </w:r>
          </w:p>
          <w:p w:rsidR="00125C10" w:rsidRPr="009D71A2" w:rsidRDefault="00125C10" w:rsidP="00711506">
            <w:r>
              <w:t>Уметь выполнять решение таких задач.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>
            <w:r>
              <w:t>222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Задачи на нахождение наибольшего  и наименьшего значений  функции из ЕГЭ</w:t>
            </w:r>
          </w:p>
        </w:tc>
        <w:tc>
          <w:tcPr>
            <w:tcW w:w="400" w:type="pct"/>
            <w:vAlign w:val="center"/>
          </w:tcPr>
          <w:p w:rsidR="00125C10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находить наибольшее  и наименьшее значения  функции на отрезке.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223</w:t>
            </w:r>
          </w:p>
        </w:tc>
        <w:tc>
          <w:tcPr>
            <w:tcW w:w="1763" w:type="pct"/>
            <w:vAlign w:val="center"/>
          </w:tcPr>
          <w:p w:rsidR="00125C10" w:rsidRDefault="00125C10" w:rsidP="00711506">
            <w:r>
              <w:t>Подготовка к контрольной работе</w:t>
            </w:r>
            <w:r w:rsidRPr="00A81E88">
              <w:t xml:space="preserve"> по теме «Применение производной к исследованию функции</w:t>
            </w:r>
            <w:r>
              <w:t>».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>Уметь демонстрировать теоретические и практические знания  по исследованию функции.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224</w:t>
            </w:r>
          </w:p>
        </w:tc>
        <w:tc>
          <w:tcPr>
            <w:tcW w:w="1763" w:type="pct"/>
            <w:vAlign w:val="center"/>
          </w:tcPr>
          <w:p w:rsidR="00125C10" w:rsidRPr="00A81E88" w:rsidRDefault="00125C10" w:rsidP="00711506">
            <w:r w:rsidRPr="00A81E88">
              <w:t>Контрольная работа №11 по теме «Применение производной к исследованию функции</w:t>
            </w:r>
            <w:r>
              <w:t>».</w:t>
            </w:r>
          </w:p>
          <w:p w:rsidR="00125C10" w:rsidRPr="009D71A2" w:rsidRDefault="00125C10" w:rsidP="00711506"/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pPr>
              <w:ind w:right="-143"/>
            </w:pPr>
            <w:r>
              <w:t xml:space="preserve">Уметь демонстрировать навыки расширения и обобщения знаний по теме </w:t>
            </w:r>
            <w:r w:rsidRPr="0097009B">
              <w:t>«Применение производной к исследованию функции»,</w:t>
            </w:r>
            <w:r>
              <w:t xml:space="preserve"> составлять текст научного стиля.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225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pPr>
              <w:ind w:right="-143"/>
            </w:pPr>
            <w:r>
              <w:t>Уметь объяснить характер своей ошибки, решить подобное задание.</w:t>
            </w:r>
          </w:p>
          <w:p w:rsidR="00125C10" w:rsidRPr="005F4D39" w:rsidRDefault="00125C10" w:rsidP="00711506">
            <w:pPr>
              <w:ind w:right="-143"/>
            </w:pP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  <w:i/>
              </w:rPr>
            </w:pPr>
            <w:r w:rsidRPr="00057CC0">
              <w:rPr>
                <w:b/>
                <w:i/>
              </w:rPr>
              <w:t xml:space="preserve">Глава </w:t>
            </w:r>
            <w:r w:rsidRPr="00057CC0">
              <w:rPr>
                <w:b/>
                <w:i/>
                <w:lang w:val="en-US"/>
              </w:rPr>
              <w:t>IV</w:t>
            </w:r>
            <w:r w:rsidRPr="00057CC0">
              <w:rPr>
                <w:b/>
                <w:i/>
              </w:rPr>
              <w:t xml:space="preserve">. Векторы в пространстве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9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§1. Понятие вектора в пространстве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226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Понятие вектора. </w:t>
            </w:r>
            <w:r>
              <w:t xml:space="preserve">Модуль вектора. </w:t>
            </w:r>
            <w:r w:rsidRPr="009D71A2">
              <w:t>Равенство векторов.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определение </w:t>
            </w:r>
            <w:r w:rsidRPr="009D71A2">
              <w:t xml:space="preserve"> вектора в пространстве</w:t>
            </w:r>
            <w:r>
              <w:t>, его длины.</w:t>
            </w:r>
          </w:p>
          <w:p w:rsidR="00125C10" w:rsidRPr="009D71A2" w:rsidRDefault="00125C10" w:rsidP="00711506">
            <w:r>
              <w:t>Уметь находить на модели параллелепипеда сонаправленные, противоположно направленные, равные векторы.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§2. Сложение и вычитание векторов. Умножение вектора на число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2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Сложение и вычитание векторов. Сумма нескольких векторов.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правила сложения и вычитания векторов.</w:t>
            </w:r>
          </w:p>
          <w:p w:rsidR="00125C10" w:rsidRPr="009D71A2" w:rsidRDefault="00125C10" w:rsidP="00711506">
            <w:r>
              <w:t>Уметь находить сумму и разность векторов с помощью правила треугольника и многоугольника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Умножение вектора на число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Знать, как определяется умножение вектора на число.</w:t>
            </w:r>
          </w:p>
          <w:p w:rsidR="00125C10" w:rsidRPr="009D71A2" w:rsidRDefault="00125C10" w:rsidP="00711506">
            <w:r>
              <w:t>Уметь выражать один из коллинеарных векторов через другой.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  <w:i/>
              </w:rPr>
              <w:t xml:space="preserve">§3. Компланарные векторы </w:t>
            </w:r>
          </w:p>
        </w:tc>
        <w:tc>
          <w:tcPr>
            <w:tcW w:w="400" w:type="pct"/>
            <w:vAlign w:val="center"/>
          </w:tcPr>
          <w:p w:rsidR="00125C10" w:rsidRPr="00057CC0" w:rsidRDefault="00125C10" w:rsidP="00711506">
            <w:pPr>
              <w:rPr>
                <w:b/>
              </w:rPr>
            </w:pPr>
            <w:r w:rsidRPr="00057CC0">
              <w:rPr>
                <w:b/>
              </w:rPr>
              <w:t>6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229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 xml:space="preserve">Компланарные векторы. Правило параллелепипеда. </w:t>
            </w:r>
            <w:r>
              <w:t>Разложение вектора по двум неколлинеарным векторам.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 xml:space="preserve">Знать определение </w:t>
            </w:r>
            <w:r w:rsidRPr="009D71A2">
              <w:t>компланарных векторов</w:t>
            </w:r>
            <w:r>
              <w:t>. Уметь находить к</w:t>
            </w:r>
            <w:r w:rsidRPr="009D71A2">
              <w:t>омпланарные векторы</w:t>
            </w:r>
            <w:r>
              <w:t xml:space="preserve"> на модели параллелепипеда, раскладывать вектор по двум неколлинеарным векторам.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230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Разложение вектора по трем некомпланарным векторам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 xml:space="preserve">Знать </w:t>
            </w:r>
            <w:r w:rsidRPr="009D71A2">
              <w:t>теорему о разложении любого вектора по трем некомпланарным векторам</w:t>
            </w:r>
            <w:r>
              <w:t>.</w:t>
            </w:r>
          </w:p>
          <w:p w:rsidR="00125C10" w:rsidRPr="009D71A2" w:rsidRDefault="00125C10" w:rsidP="00711506">
            <w:r>
              <w:t>Уметь выполнять разложение вектора по</w:t>
            </w:r>
            <w:r w:rsidRPr="009D71A2">
              <w:t xml:space="preserve"> трем некомпланарным векторам</w:t>
            </w:r>
            <w:r>
              <w:t xml:space="preserve"> на модели параллелепипеда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231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9D71A2">
              <w:t>Решение задач по теме «Векторы в пространстве»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 w:rsidRPr="009D71A2">
              <w:t>Сформировать навык решения задач по данной теме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232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 xml:space="preserve">Подготовка к контрольной работе  по теме </w:t>
            </w:r>
            <w:r w:rsidRPr="009D71A2">
              <w:t>«Векторы в пространстве»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Закрепить полученные знания по пройденной теме «Векторы в пространстве»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233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C42DD2">
              <w:t>Контрольная работа №12</w:t>
            </w:r>
            <w:r w:rsidRPr="009D71A2">
              <w:t xml:space="preserve"> </w:t>
            </w:r>
            <w:r>
              <w:t xml:space="preserve">по теме </w:t>
            </w:r>
            <w:r w:rsidRPr="009D71A2">
              <w:t>«Векторы в пространстве»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Уметь  на моделях параллелепипеда и треугольной призмы  находить сонаправленные, противоположно направленные , равные векторы;</w:t>
            </w:r>
          </w:p>
          <w:p w:rsidR="00125C10" w:rsidRPr="009D71A2" w:rsidRDefault="00125C10" w:rsidP="00711506">
            <w:r>
              <w:t>На моделях параллелограмма, треугольника выражать вектор через два заданных вектора; на модели тетраэдра параллелепипеда раскладывать вектор по трём некомпланарным векторам,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234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 w:rsidRPr="00F31443">
              <w:t>Анализ контрольной работы</w:t>
            </w:r>
            <w:r>
              <w:t xml:space="preserve">. 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>
            <w:r>
              <w:t>Уметь объяснить характер своей ошибки, решить подобное задание и придумать свой вариант задания на данную ошибку.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Default="00125C10" w:rsidP="00711506"/>
        </w:tc>
        <w:tc>
          <w:tcPr>
            <w:tcW w:w="1763" w:type="pct"/>
            <w:vAlign w:val="center"/>
          </w:tcPr>
          <w:p w:rsidR="00125C10" w:rsidRPr="00C93BE3" w:rsidRDefault="00125C10" w:rsidP="00711506">
            <w:pPr>
              <w:rPr>
                <w:b/>
              </w:rPr>
            </w:pPr>
            <w:r w:rsidRPr="00C93BE3">
              <w:rPr>
                <w:b/>
              </w:rPr>
              <w:t>Повторение.</w:t>
            </w:r>
            <w:r>
              <w:rPr>
                <w:b/>
              </w:rPr>
              <w:t xml:space="preserve"> </w:t>
            </w:r>
            <w:r w:rsidRPr="00C93BE3">
              <w:rPr>
                <w:b/>
              </w:rPr>
              <w:t>Геометрия</w:t>
            </w:r>
          </w:p>
        </w:tc>
        <w:tc>
          <w:tcPr>
            <w:tcW w:w="400" w:type="pct"/>
            <w:vAlign w:val="center"/>
          </w:tcPr>
          <w:p w:rsidR="00125C10" w:rsidRPr="00C93BE3" w:rsidRDefault="00125C10" w:rsidP="00711506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235-237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Повторение (геометрия). Решение задач из ЕГЭ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3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основополагающие аксиомы стереометрии, признаки взаимного расположения прямых и плоскостей в пространстве, основные пространственные формы.</w:t>
            </w:r>
          </w:p>
          <w:p w:rsidR="00125C10" w:rsidRPr="009D71A2" w:rsidRDefault="00125C10" w:rsidP="00711506">
            <w:r>
              <w:t>Уметь решать планиметрические  и простейшие стереометрические  задачи на нахождение геометрических величин (длин. Углов, площадей) и проводить доказательные рассуждения в ходе решения задач; систематизировать. анализировать и классифицировать информацию, использовать разнообразные информационные источники, включая учебную и справочную литературу, иметь навыки поиска необходимой информации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/>
        </w:tc>
        <w:tc>
          <w:tcPr>
            <w:tcW w:w="1763" w:type="pct"/>
            <w:vAlign w:val="center"/>
          </w:tcPr>
          <w:p w:rsidR="00125C10" w:rsidRPr="00C93BE3" w:rsidRDefault="00125C10" w:rsidP="00711506">
            <w:pPr>
              <w:rPr>
                <w:b/>
              </w:rPr>
            </w:pPr>
            <w:r w:rsidRPr="00C93BE3">
              <w:rPr>
                <w:b/>
              </w:rPr>
              <w:t>Повторение (алгебра и начала анализа)</w:t>
            </w:r>
          </w:p>
        </w:tc>
        <w:tc>
          <w:tcPr>
            <w:tcW w:w="400" w:type="pct"/>
            <w:vAlign w:val="center"/>
          </w:tcPr>
          <w:p w:rsidR="00125C10" w:rsidRPr="00C93BE3" w:rsidRDefault="00125C10" w:rsidP="00711506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9D71A2" w:rsidRDefault="00125C10" w:rsidP="00711506"/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238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Тригонометрические функции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Default="00125C10" w:rsidP="00711506">
            <w:r>
              <w:t>Знать свойства функций: монотонность, четность и нечетность, периодичность, период, ограниченность.</w:t>
            </w:r>
          </w:p>
          <w:p w:rsidR="00125C10" w:rsidRPr="005F4D39" w:rsidRDefault="00125C10" w:rsidP="00711506">
            <w:r>
              <w:t xml:space="preserve">Уметь строить </w:t>
            </w:r>
            <w:r w:rsidRPr="00D500B0">
              <w:t>их графики</w:t>
            </w:r>
            <w:r>
              <w:t>, находить область определения и множество значений. Свойства функций: монотонность, четность и нечетность, периодичность, основной период, ограниченность.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9D71A2" w:rsidRDefault="00125C10" w:rsidP="00711506">
            <w:r>
              <w:t>239</w:t>
            </w:r>
          </w:p>
        </w:tc>
        <w:tc>
          <w:tcPr>
            <w:tcW w:w="1763" w:type="pct"/>
            <w:vAlign w:val="center"/>
          </w:tcPr>
          <w:p w:rsidR="00125C10" w:rsidRPr="009D71A2" w:rsidRDefault="00125C10" w:rsidP="00711506">
            <w:r>
              <w:t>Решение тригонометрических уравнений и неравенств</w:t>
            </w:r>
          </w:p>
        </w:tc>
        <w:tc>
          <w:tcPr>
            <w:tcW w:w="400" w:type="pct"/>
            <w:vAlign w:val="center"/>
          </w:tcPr>
          <w:p w:rsidR="00125C10" w:rsidRPr="009D71A2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026719">
            <w:r>
              <w:t>Знать способы решения и уметь решать тригонометрические уравнения.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5F4D39" w:rsidRDefault="00125C10" w:rsidP="00711506">
            <w:r>
              <w:t>240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>Производная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Знать формулы производных.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5F4D39" w:rsidRDefault="00125C10" w:rsidP="00711506">
            <w:r>
              <w:t>241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>Применение производной к исследованию функции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Уметь применят функции ь производные к исследованию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5F4D39" w:rsidRDefault="00125C10" w:rsidP="00711506">
            <w:r>
              <w:t>242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 xml:space="preserve">Итоговая контрольная работа </w:t>
            </w:r>
          </w:p>
        </w:tc>
        <w:tc>
          <w:tcPr>
            <w:tcW w:w="400" w:type="pct"/>
            <w:vMerge w:val="restart"/>
            <w:vAlign w:val="center"/>
          </w:tcPr>
          <w:p w:rsidR="00125C10" w:rsidRPr="005F4D39" w:rsidRDefault="00125C10" w:rsidP="00711506">
            <w:r>
              <w:t>2</w:t>
            </w:r>
          </w:p>
        </w:tc>
        <w:tc>
          <w:tcPr>
            <w:tcW w:w="1562" w:type="pct"/>
            <w:gridSpan w:val="2"/>
            <w:vMerge w:val="restart"/>
            <w:vAlign w:val="center"/>
          </w:tcPr>
          <w:p w:rsidR="00125C10" w:rsidRPr="005F4D39" w:rsidRDefault="00125C10" w:rsidP="00711506">
            <w:r>
              <w:t>Уметь демонстрировать навыки расширения и обобщения знаний</w:t>
            </w:r>
          </w:p>
        </w:tc>
        <w:tc>
          <w:tcPr>
            <w:tcW w:w="452" w:type="pct"/>
            <w:vMerge w:val="restart"/>
            <w:vAlign w:val="center"/>
          </w:tcPr>
          <w:p w:rsidR="00125C10" w:rsidRPr="005F4D39" w:rsidRDefault="00125C10" w:rsidP="00711506"/>
        </w:tc>
        <w:tc>
          <w:tcPr>
            <w:tcW w:w="487" w:type="pct"/>
            <w:vMerge w:val="restar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5F4D39" w:rsidRDefault="00125C10" w:rsidP="00711506">
            <w:r>
              <w:t>243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>Контрольная работа (продолжение)</w:t>
            </w:r>
          </w:p>
        </w:tc>
        <w:tc>
          <w:tcPr>
            <w:tcW w:w="400" w:type="pct"/>
            <w:vMerge/>
            <w:vAlign w:val="center"/>
          </w:tcPr>
          <w:p w:rsidR="00125C10" w:rsidRPr="005F4D39" w:rsidRDefault="00125C10" w:rsidP="00711506"/>
        </w:tc>
        <w:tc>
          <w:tcPr>
            <w:tcW w:w="1562" w:type="pct"/>
            <w:gridSpan w:val="2"/>
            <w:vMerge/>
            <w:vAlign w:val="center"/>
          </w:tcPr>
          <w:p w:rsidR="00125C10" w:rsidRPr="005F4D39" w:rsidRDefault="00125C10" w:rsidP="00711506"/>
        </w:tc>
        <w:tc>
          <w:tcPr>
            <w:tcW w:w="452" w:type="pct"/>
            <w:vMerge/>
            <w:vAlign w:val="center"/>
          </w:tcPr>
          <w:p w:rsidR="00125C10" w:rsidRPr="005F4D39" w:rsidRDefault="00125C10" w:rsidP="00711506"/>
        </w:tc>
        <w:tc>
          <w:tcPr>
            <w:tcW w:w="487" w:type="pct"/>
            <w:vMerge/>
            <w:vAlign w:val="center"/>
          </w:tcPr>
          <w:p w:rsidR="00125C10" w:rsidRPr="005F4D39" w:rsidRDefault="00125C10" w:rsidP="00711506"/>
        </w:tc>
      </w:tr>
      <w:tr w:rsidR="00125C10" w:rsidRPr="005F4D39" w:rsidTr="00711506">
        <w:tc>
          <w:tcPr>
            <w:tcW w:w="336" w:type="pct"/>
            <w:vAlign w:val="center"/>
          </w:tcPr>
          <w:p w:rsidR="00125C10" w:rsidRPr="005F4D39" w:rsidRDefault="00125C10" w:rsidP="00711506">
            <w:r>
              <w:t>244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>Анализ контрольной работы.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Уметь анализировать свою работу.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  <w:tr w:rsidR="00125C10" w:rsidRPr="005F4D39" w:rsidTr="00711506">
        <w:trPr>
          <w:trHeight w:val="338"/>
        </w:trPr>
        <w:tc>
          <w:tcPr>
            <w:tcW w:w="336" w:type="pct"/>
            <w:vAlign w:val="center"/>
          </w:tcPr>
          <w:p w:rsidR="00125C10" w:rsidRPr="005F4D39" w:rsidRDefault="00125C10" w:rsidP="00711506">
            <w:r>
              <w:t>245</w:t>
            </w:r>
          </w:p>
        </w:tc>
        <w:tc>
          <w:tcPr>
            <w:tcW w:w="1763" w:type="pct"/>
            <w:vAlign w:val="center"/>
          </w:tcPr>
          <w:p w:rsidR="00125C10" w:rsidRPr="005F4D39" w:rsidRDefault="00125C10" w:rsidP="00711506">
            <w:r>
              <w:t>Обобщающий урок</w:t>
            </w:r>
          </w:p>
        </w:tc>
        <w:tc>
          <w:tcPr>
            <w:tcW w:w="400" w:type="pct"/>
            <w:vAlign w:val="center"/>
          </w:tcPr>
          <w:p w:rsidR="00125C10" w:rsidRPr="005F4D39" w:rsidRDefault="00125C10" w:rsidP="00711506">
            <w:r>
              <w:t>1</w:t>
            </w:r>
          </w:p>
        </w:tc>
        <w:tc>
          <w:tcPr>
            <w:tcW w:w="1562" w:type="pct"/>
            <w:gridSpan w:val="2"/>
            <w:vAlign w:val="center"/>
          </w:tcPr>
          <w:p w:rsidR="00125C10" w:rsidRPr="005F4D39" w:rsidRDefault="00125C10" w:rsidP="00711506">
            <w:r>
              <w:t>Уметь подводить итоги</w:t>
            </w:r>
          </w:p>
        </w:tc>
        <w:tc>
          <w:tcPr>
            <w:tcW w:w="452" w:type="pct"/>
            <w:vAlign w:val="center"/>
          </w:tcPr>
          <w:p w:rsidR="00125C10" w:rsidRPr="005F4D39" w:rsidRDefault="00125C10" w:rsidP="00711506"/>
        </w:tc>
        <w:tc>
          <w:tcPr>
            <w:tcW w:w="487" w:type="pct"/>
            <w:vAlign w:val="center"/>
          </w:tcPr>
          <w:p w:rsidR="00125C10" w:rsidRPr="005F4D39" w:rsidRDefault="00125C10" w:rsidP="00711506"/>
        </w:tc>
      </w:tr>
    </w:tbl>
    <w:p w:rsidR="00125C10" w:rsidRDefault="00125C10"/>
    <w:sectPr w:rsidR="00125C10" w:rsidSect="00335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C10" w:rsidRDefault="00125C10" w:rsidP="003358EC">
      <w:r>
        <w:separator/>
      </w:r>
    </w:p>
  </w:endnote>
  <w:endnote w:type="continuationSeparator" w:id="1">
    <w:p w:rsidR="00125C10" w:rsidRDefault="00125C10" w:rsidP="00335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Footer"/>
      <w:jc w:val="right"/>
    </w:pPr>
    <w:fldSimple w:instr=" PAGE   \* MERGEFORMAT ">
      <w:r>
        <w:rPr>
          <w:noProof/>
        </w:rPr>
        <w:t>27</w:t>
      </w:r>
    </w:fldSimple>
  </w:p>
  <w:p w:rsidR="00125C10" w:rsidRDefault="00125C1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C10" w:rsidRDefault="00125C10" w:rsidP="003358EC">
      <w:r>
        <w:separator/>
      </w:r>
    </w:p>
  </w:footnote>
  <w:footnote w:type="continuationSeparator" w:id="1">
    <w:p w:rsidR="00125C10" w:rsidRDefault="00125C10" w:rsidP="003358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C10" w:rsidRDefault="00125C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01FCC"/>
    <w:multiLevelType w:val="hybridMultilevel"/>
    <w:tmpl w:val="880E0EE8"/>
    <w:lvl w:ilvl="0" w:tplc="140097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4F263ED"/>
    <w:multiLevelType w:val="hybridMultilevel"/>
    <w:tmpl w:val="AD6C897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1D67B9"/>
    <w:multiLevelType w:val="hybridMultilevel"/>
    <w:tmpl w:val="3938721E"/>
    <w:lvl w:ilvl="0" w:tplc="6C0C9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B356F20"/>
    <w:multiLevelType w:val="hybridMultilevel"/>
    <w:tmpl w:val="AF500788"/>
    <w:lvl w:ilvl="0" w:tplc="3C58458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DDD5AE0"/>
    <w:multiLevelType w:val="hybridMultilevel"/>
    <w:tmpl w:val="381297F8"/>
    <w:lvl w:ilvl="0" w:tplc="E5EE7F9E">
      <w:start w:val="1"/>
      <w:numFmt w:val="bullet"/>
      <w:lvlText w:val=""/>
      <w:lvlJc w:val="left"/>
      <w:pPr>
        <w:tabs>
          <w:tab w:val="num" w:pos="2247"/>
        </w:tabs>
        <w:ind w:left="224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3B770ECC"/>
    <w:multiLevelType w:val="hybridMultilevel"/>
    <w:tmpl w:val="930CB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590117F"/>
    <w:multiLevelType w:val="hybridMultilevel"/>
    <w:tmpl w:val="AD728D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CA5FB1"/>
    <w:multiLevelType w:val="hybridMultilevel"/>
    <w:tmpl w:val="40FA308E"/>
    <w:lvl w:ilvl="0" w:tplc="FDB8334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061"/>
    <w:rsid w:val="00026719"/>
    <w:rsid w:val="00040000"/>
    <w:rsid w:val="00053B60"/>
    <w:rsid w:val="00057CC0"/>
    <w:rsid w:val="000A564E"/>
    <w:rsid w:val="00106AF2"/>
    <w:rsid w:val="00125C10"/>
    <w:rsid w:val="00160403"/>
    <w:rsid w:val="001856A8"/>
    <w:rsid w:val="001964FF"/>
    <w:rsid w:val="001A6E94"/>
    <w:rsid w:val="00214C03"/>
    <w:rsid w:val="002416C0"/>
    <w:rsid w:val="00254D04"/>
    <w:rsid w:val="0026533F"/>
    <w:rsid w:val="002A46EC"/>
    <w:rsid w:val="002D1083"/>
    <w:rsid w:val="00302296"/>
    <w:rsid w:val="003358EC"/>
    <w:rsid w:val="003F782F"/>
    <w:rsid w:val="00421ED4"/>
    <w:rsid w:val="004266CC"/>
    <w:rsid w:val="004546EF"/>
    <w:rsid w:val="004749E8"/>
    <w:rsid w:val="00476351"/>
    <w:rsid w:val="004B3F5B"/>
    <w:rsid w:val="004D7A56"/>
    <w:rsid w:val="004E2328"/>
    <w:rsid w:val="00550C61"/>
    <w:rsid w:val="005909EB"/>
    <w:rsid w:val="005B19D3"/>
    <w:rsid w:val="005B7557"/>
    <w:rsid w:val="005D6CC5"/>
    <w:rsid w:val="005E0B0A"/>
    <w:rsid w:val="005F4D39"/>
    <w:rsid w:val="00614C63"/>
    <w:rsid w:val="0068654B"/>
    <w:rsid w:val="00711506"/>
    <w:rsid w:val="00761E63"/>
    <w:rsid w:val="0079203F"/>
    <w:rsid w:val="007B4984"/>
    <w:rsid w:val="00814BDF"/>
    <w:rsid w:val="00870B13"/>
    <w:rsid w:val="008C056F"/>
    <w:rsid w:val="008D0A95"/>
    <w:rsid w:val="00902E71"/>
    <w:rsid w:val="0097009B"/>
    <w:rsid w:val="00996061"/>
    <w:rsid w:val="009A44D6"/>
    <w:rsid w:val="009D71A2"/>
    <w:rsid w:val="009F26D4"/>
    <w:rsid w:val="00A0154D"/>
    <w:rsid w:val="00A076BF"/>
    <w:rsid w:val="00A30420"/>
    <w:rsid w:val="00A541E3"/>
    <w:rsid w:val="00A75DD7"/>
    <w:rsid w:val="00A81E88"/>
    <w:rsid w:val="00A968CE"/>
    <w:rsid w:val="00A96FB0"/>
    <w:rsid w:val="00AA0052"/>
    <w:rsid w:val="00AA07C5"/>
    <w:rsid w:val="00AE0914"/>
    <w:rsid w:val="00AF1F70"/>
    <w:rsid w:val="00B15839"/>
    <w:rsid w:val="00B661DE"/>
    <w:rsid w:val="00B845B6"/>
    <w:rsid w:val="00BA77AF"/>
    <w:rsid w:val="00BD0551"/>
    <w:rsid w:val="00C11E9E"/>
    <w:rsid w:val="00C42DD2"/>
    <w:rsid w:val="00C93BE3"/>
    <w:rsid w:val="00CD29F0"/>
    <w:rsid w:val="00CD3475"/>
    <w:rsid w:val="00D500B0"/>
    <w:rsid w:val="00D538AE"/>
    <w:rsid w:val="00DD7C74"/>
    <w:rsid w:val="00E90327"/>
    <w:rsid w:val="00EC5AEE"/>
    <w:rsid w:val="00EF6F2F"/>
    <w:rsid w:val="00F31443"/>
    <w:rsid w:val="00F44C2D"/>
    <w:rsid w:val="00F57147"/>
    <w:rsid w:val="00F82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96061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96061"/>
    <w:pPr>
      <w:keepNext/>
      <w:jc w:val="center"/>
      <w:outlineLvl w:val="1"/>
    </w:pPr>
    <w:rPr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960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9606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96061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96061"/>
    <w:pPr>
      <w:keepNext/>
      <w:ind w:left="360"/>
      <w:jc w:val="both"/>
      <w:outlineLvl w:val="6"/>
    </w:pPr>
    <w:rPr>
      <w:b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996061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99606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96061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96061"/>
    <w:rPr>
      <w:rFonts w:ascii="Times New Roman" w:hAnsi="Times New Roman" w:cs="Times New Roman"/>
      <w:b/>
      <w:b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96061"/>
    <w:rPr>
      <w:rFonts w:ascii="Times New Roman" w:hAnsi="Times New Roman" w:cs="Times New Roman"/>
      <w:b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996061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99606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996061"/>
    <w:rPr>
      <w:rFonts w:cs="Times New Roman"/>
      <w:i/>
      <w:iCs/>
    </w:rPr>
  </w:style>
  <w:style w:type="paragraph" w:styleId="Footer">
    <w:name w:val="footer"/>
    <w:basedOn w:val="Normal"/>
    <w:link w:val="FooterChar"/>
    <w:uiPriority w:val="99"/>
    <w:rsid w:val="009960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96061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996061"/>
    <w:rPr>
      <w:rFonts w:cs="Times New Roman"/>
    </w:rPr>
  </w:style>
  <w:style w:type="table" w:styleId="TableGrid">
    <w:name w:val="Table Grid"/>
    <w:basedOn w:val="TableNormal"/>
    <w:uiPriority w:val="99"/>
    <w:rsid w:val="0099606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99606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9606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Знак1"/>
    <w:basedOn w:val="Normal"/>
    <w:uiPriority w:val="99"/>
    <w:rsid w:val="009960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semiHidden/>
    <w:rsid w:val="009960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96061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99606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996061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99606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996061"/>
    <w:rPr>
      <w:rFonts w:ascii="Times New Roman" w:hAnsi="Times New Roman" w:cs="Times New Roman"/>
      <w:sz w:val="24"/>
      <w:szCs w:val="24"/>
      <w:lang w:eastAsia="ru-RU"/>
    </w:rPr>
  </w:style>
  <w:style w:type="paragraph" w:styleId="PlainText">
    <w:name w:val="Plain Text"/>
    <w:basedOn w:val="Normal"/>
    <w:link w:val="PlainTextChar"/>
    <w:uiPriority w:val="99"/>
    <w:rsid w:val="00996061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96061"/>
    <w:rPr>
      <w:rFonts w:ascii="Courier New" w:hAnsi="Courier New" w:cs="Times New Roman"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99606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96061"/>
    <w:rPr>
      <w:rFonts w:ascii="Times New Roman" w:hAnsi="Times New Roman" w:cs="Times New Roman"/>
      <w:sz w:val="24"/>
      <w:szCs w:val="24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9960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96061"/>
    <w:rPr>
      <w:rFonts w:ascii="Times New Roman" w:hAnsi="Times New Roman" w:cs="Times New Roman"/>
      <w:sz w:val="16"/>
      <w:szCs w:val="16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996061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99606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</TotalTime>
  <Pages>34</Pages>
  <Words>7194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Камилова Раиса Ш</dc:creator>
  <cp:keywords/>
  <dc:description/>
  <cp:lastModifiedBy>Admin</cp:lastModifiedBy>
  <cp:revision>24</cp:revision>
  <dcterms:created xsi:type="dcterms:W3CDTF">2014-01-01T16:41:00Z</dcterms:created>
  <dcterms:modified xsi:type="dcterms:W3CDTF">2014-01-09T18:04:00Z</dcterms:modified>
</cp:coreProperties>
</file>